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96" w:rsidRDefault="000A2E56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452120</wp:posOffset>
                </wp:positionH>
                <wp:positionV relativeFrom="paragraph">
                  <wp:posOffset>8078470</wp:posOffset>
                </wp:positionV>
                <wp:extent cx="5314950" cy="0"/>
                <wp:effectExtent l="0" t="14605" r="0" b="2349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49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5.6pt;margin-top:636.1pt;height:0pt;width:418.5pt;z-index:251829248;mso-width-relative:page;mso-height-relative:page;" filled="f" stroked="t" coordsize="21600,21600" o:gfxdata="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1+H042AAAAAwBAAAPAAAAAAAAAAEAIAAAACIA&#10;AABkcnMvZG93bnJldi54bWxQSwECFAAUAAAACACHTuJAMNRNhtABAABmAwAADgAAAAAAAAABACAA&#10;AAAnAQAAZHJzL2Uyb0RvYy54bWxQSwUGAAAAAAYABgBZAQAAaQUAAAAA&#10;">
                <v:fill on="f" focussize="0,0"/>
                <v:stroke weight="2.2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-338455</wp:posOffset>
                </wp:positionH>
                <wp:positionV relativeFrom="paragraph">
                  <wp:posOffset>7884795</wp:posOffset>
                </wp:positionV>
                <wp:extent cx="808990" cy="304800"/>
                <wp:effectExtent l="0" t="0" r="10160" b="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99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796" w:rsidRDefault="000A2E56">
                            <w:pPr>
                              <w:rPr>
                                <w:rFonts w:ascii="黑体" w:eastAsia="黑体" w:hAnsi="黑体" w:cs="黑体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-26.65pt;margin-top:620.85pt;height:24pt;width:63.7pt;z-index:251691008;v-text-anchor:middle;mso-width-relative:page;mso-height-relative:page;" fillcolor="#5B9BD5 [3204]" filled="t" stroked="f" coordsize="21600,21600" o:gfxdata="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2A/y6&#10;2gAAAAwBAAAPAAAAAAAAAAEAIAAAACIAAABkcnMvZG93bnJldi54bWxQSwECFAAUAAAACACHTuJA&#10;XmV/bFgCAACJBAAADgAAAAAAAAABACAAAAApAQAAZHJzL2Uyb0RvYy54bWxQSwUGAAAAAAYABgBZ&#10;AQAA8wU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自我评价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-462280</wp:posOffset>
                </wp:positionH>
                <wp:positionV relativeFrom="paragraph">
                  <wp:posOffset>4611370</wp:posOffset>
                </wp:positionV>
                <wp:extent cx="808990" cy="304800"/>
                <wp:effectExtent l="0" t="0" r="10160" b="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99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796" w:rsidRDefault="000A2E56">
                            <w:pPr>
                              <w:rPr>
                                <w:rFonts w:ascii="黑体" w:eastAsia="黑体" w:hAnsi="黑体" w:cs="黑体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个人能力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-36.4pt;margin-top:363.1pt;height:24pt;width:63.7pt;z-index:251679744;v-text-anchor:middle;mso-width-relative:page;mso-height-relative:page;" fillcolor="#5B9BD5 [3204]" filled="t" stroked="f" coordsize="21600,21600" o:gfxdata="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La2zudkA&#10;AAAMAQAADwAAAAAAAAABACAAAAAiAAAAZHJzL2Rvd25yZXYueG1sUEsBAhQAFAAAAAgAh07iQIDU&#10;Qv1XAgAAiQQAAA4AAAAAAAAAAQAgAAAAKAEAAGRycy9lMm9Eb2MueG1sUEsFBgAAAAAGAAYAWQEA&#10;APEF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个人能力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1614170</wp:posOffset>
                </wp:positionH>
                <wp:positionV relativeFrom="paragraph">
                  <wp:posOffset>-532130</wp:posOffset>
                </wp:positionV>
                <wp:extent cx="2019300" cy="65722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90470" y="391795"/>
                          <a:ext cx="201930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1796" w:rsidRDefault="000A2E56">
                            <w:pPr>
                              <w:rPr>
                                <w:rFonts w:ascii="黑体" w:eastAsia="黑体" w:hAnsi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FFFFFF"/>
                                <w:sz w:val="72"/>
                                <w:szCs w:val="72"/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27.1pt;margin-top:-41.9pt;height:51.75pt;width:159pt;z-index:251661312;mso-width-relative:page;mso-height-relative:page;" filled="f" stroked="f" coordsize="21600,21600" o:gfxdata="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4hVVEtoAAAAKAQAADwAAAAAAAAABACAAAAAiAAAAZHJzL2Rvd25yZXYueG1sUEsBAhQA&#10;FAAAAAgAh07iQHb2MvQpAgAAIwQAAA4AAAAAAAAAAQAgAAAAK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72"/>
                          <w:szCs w:val="72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/>
                          <w:sz w:val="72"/>
                          <w:szCs w:val="72"/>
                          <w:lang w:eastAsia="zh-CN"/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-1147445</wp:posOffset>
                </wp:positionH>
                <wp:positionV relativeFrom="paragraph">
                  <wp:posOffset>-560705</wp:posOffset>
                </wp:positionV>
                <wp:extent cx="7571740" cy="771525"/>
                <wp:effectExtent l="0" t="0" r="10160" b="9525"/>
                <wp:wrapNone/>
                <wp:docPr id="3" name="十字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545" y="477520"/>
                          <a:ext cx="7571740" cy="771525"/>
                        </a:xfrm>
                        <a:prstGeom prst="plus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1" type="#_x0000_t11" style="position:absolute;left:0pt;margin-left:-90.35pt;margin-top:-44.15pt;height:60.75pt;width:596.2pt;z-index:-251312128;v-text-anchor:middle;mso-width-relative:page;mso-height-relative:page;" fillcolor="#5B9BD5 [3204]" filled="t" stroked="f" coordsize="21600,21600" o:gfxdata="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mH7z9kAAAAMAQAADwAAAAAAAAABACAAAAAiAAAAZHJzL2Rvd25yZXYueG1sUEsBAhQAFAAA&#10;AAgAh07iQMIEM9dgAgAAiQQAAA4AAAAAAAAAAQAgAAAAKAEAAGRycy9lMm9Eb2MueG1sUEsFBgAA&#10;AAAGAAYAWQEAAPoFAAAAAA==&#10;" adj="540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1689735</wp:posOffset>
                </wp:positionH>
                <wp:positionV relativeFrom="paragraph">
                  <wp:posOffset>106045</wp:posOffset>
                </wp:positionV>
                <wp:extent cx="1934845" cy="400050"/>
                <wp:effectExtent l="0" t="0" r="8255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32735" y="1020445"/>
                          <a:ext cx="193484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796" w:rsidRDefault="000A2E56">
                            <w:pPr>
                              <w:jc w:val="center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5B9BD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5B9BD5"/>
                                <w:sz w:val="28"/>
                                <w:szCs w:val="28"/>
                              </w:rPr>
                              <w:t>求职意向：生产项目工程师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133.05pt;margin-top:8.35pt;height:31.5pt;width:152.35pt;z-index:252004352;v-text-anchor:middle;mso-width-relative:page;mso-height-relative:page;" filled="f" stroked="f" coordsize="21600,21600" o:gfxdata="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/3/B51wAAAAkBAAAP&#10;AAAAAAAAAAEAIAAAACIAAABkcnMvZG93bnJldi54bWxQSwECFAAUAAAACACHTuJAuTnG7VICAABr&#10;BAAADgAAAAAAAAABACAAAAAmAQAAZHJzL2Uyb0RvYy54bWxQSwUGAAAAAAYABgBZAQAA6gUAAAAA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color w:val="5B9BD5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5B9BD5"/>
                          <w:sz w:val="28"/>
                          <w:szCs w:val="28"/>
                          <w:lang w:val="en-US" w:eastAsia="zh-CN"/>
                        </w:rPr>
                        <w:t>求职意向：生产项目工程师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452120</wp:posOffset>
                </wp:positionH>
                <wp:positionV relativeFrom="paragraph">
                  <wp:posOffset>2992120</wp:posOffset>
                </wp:positionV>
                <wp:extent cx="5314950" cy="0"/>
                <wp:effectExtent l="0" t="14605" r="0" b="2349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49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5.6pt;margin-top:235.6pt;height:0pt;width:418.5pt;z-index:252001280;mso-width-relative:page;mso-height-relative:page;" filled="f" stroked="t" coordsize="21600,21600" o:gfxdata="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ott1G2AAAAAoBAAAPAAAAAAAAAAEAIAAAACIA&#10;AABkcnMvZG93bnJldi54bWxQSwECFAAUAAAACACHTuJAr48EidABAABmAwAADgAAAAAAAAABACAA&#10;AAAnAQAAZHJzL2Uyb0RvYy54bWxQSwUGAAAAAAYABgBZAQAAaQUAAAAA&#10;">
                <v:fill on="f" focussize="0,0"/>
                <v:stroke weight="2.2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452120</wp:posOffset>
                </wp:positionH>
                <wp:positionV relativeFrom="paragraph">
                  <wp:posOffset>4173220</wp:posOffset>
                </wp:positionV>
                <wp:extent cx="5314950" cy="0"/>
                <wp:effectExtent l="0" t="14605" r="0" b="2349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49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5.6pt;margin-top:328.6pt;height:0pt;width:418.5pt;z-index:251943936;mso-width-relative:page;mso-height-relative:page;" filled="f" stroked="t" coordsize="21600,21600" o:gfxdata="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JPWUIvZAAAACgEAAA8AAAAAAAAAAQAgAAAAIgAA&#10;AGRycy9kb3ducmV2LnhtbFBLAQIUABQAAAAIAIdO4kDaRjyMzgEAAGYDAAAOAAAAAAAAAAEAIAAA&#10;ACgBAABkcnMvZTJvRG9jLnhtbFBLBQYAAAAABgAGAFkBAABoBQAAAAA=&#10;">
                <v:fill on="f" focussize="0,0"/>
                <v:stroke weight="2.2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452120</wp:posOffset>
                </wp:positionH>
                <wp:positionV relativeFrom="paragraph">
                  <wp:posOffset>906145</wp:posOffset>
                </wp:positionV>
                <wp:extent cx="5314950" cy="0"/>
                <wp:effectExtent l="0" t="14605" r="0" b="2349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95120" y="1820545"/>
                          <a:ext cx="53149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5.6pt;margin-top:71.35pt;height:0pt;width:418.5pt;z-index:251714560;mso-width-relative:page;mso-height-relative:page;" filled="f" stroked="t" coordsize="21600,21600" o:gfxdata="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4986NgAAAAKAQAADwAA&#10;AAAAAAABACAAAAAiAAAAZHJzL2Rvd25yZXYueG1sUEsBAhQAFAAAAAgAh07iQEX8QMzdAQAAcgMA&#10;AA4AAAAAAAAAAQAgAAAAJwEAAGRycy9lMm9Eb2MueG1sUEsFBgAAAAAGAAYAWQEAAHYFAAAAAA==&#10;">
                <v:fill on="f" focussize="0,0"/>
                <v:stroke weight="2.2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4030345</wp:posOffset>
                </wp:positionV>
                <wp:extent cx="808990" cy="304800"/>
                <wp:effectExtent l="0" t="0" r="10160" b="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99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796" w:rsidRDefault="000A2E56">
                            <w:pPr>
                              <w:rPr>
                                <w:rFonts w:ascii="黑体" w:eastAsia="黑体" w:hAnsi="黑体" w:cs="黑体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-37.9pt;margin-top:317.35pt;height:24pt;width:63.7pt;z-index:251702272;v-text-anchor:middle;mso-width-relative:page;mso-height-relative:page;" fillcolor="#5B9BD5 [3204]" filled="t" stroked="f" coordsize="21600,21600" o:gfxdata="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CXkUzZ&#10;AAAACgEAAA8AAAAAAAAAAQAgAAAAIgAAAGRycy9kb3ducmV2LnhtbFBLAQIUABQAAAAIAIdO4kDG&#10;fC0tWAIAAIkEAAAOAAAAAAAAAAEAIAAAACgBAABkcnMvZTJvRG9jLnhtbFBLBQYAAAAABgAGAFkB&#10;AADyBQ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工作经历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2839720</wp:posOffset>
                </wp:positionV>
                <wp:extent cx="808990" cy="304800"/>
                <wp:effectExtent l="0" t="0" r="10160" b="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99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796" w:rsidRDefault="000A2E56">
                            <w:pPr>
                              <w:rPr>
                                <w:rFonts w:ascii="黑体" w:eastAsia="黑体" w:hAnsi="黑体" w:cs="黑体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-37.9pt;margin-top:223.6pt;height:24pt;width:63.7pt;z-index:251713536;v-text-anchor:middle;mso-width-relative:page;mso-height-relative:page;" fillcolor="#5B9BD5 [3204]" filled="t" stroked="f" coordsize="21600,21600" o:gfxdata="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Juv3l7Z&#10;AAAACgEAAA8AAAAAAAAAAQAgAAAAIgAAAGRycy9kb3ducmV2LnhtbFBLAQIUABQAAAAIAIdO4kAY&#10;zRC8WAIAAIkEAAAOAAAAAAAAAAEAIAAAACgBAABkcnMvZTJvRG9jLnhtbFBLBQYAAAAABgAGAFkB&#10;AADyBQ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教育背景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753745</wp:posOffset>
                </wp:positionV>
                <wp:extent cx="808990" cy="304800"/>
                <wp:effectExtent l="0" t="0" r="10160" b="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66445" y="1696720"/>
                          <a:ext cx="80899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796" w:rsidRDefault="000A2E56">
                            <w:pPr>
                              <w:rPr>
                                <w:rFonts w:ascii="黑体" w:eastAsia="黑体" w:hAnsi="黑体" w:cs="黑体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基本资料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-37.9pt;margin-top:59.35pt;height:24pt;width:63.7pt;z-index:251668480;v-text-anchor:middle;mso-width-relative:page;mso-height-relative:page;" fillcolor="#5B9BD5 [3204]" filled="t" stroked="f" coordsize="21600,21600" o:gfxdata="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EN8MfTXAAAACgEAAA8AAAAAAAAAAQAgAAAAIgAAAGRycy9kb3ducmV2LnhtbFBLAQIUABQA&#10;AAAIAIdO4kDMyKgeYwIAAJQEAAAOAAAAAAAAAAEAIAAAACYBAABkcnMvZTJvRG9jLnhtbFBLBQYA&#10;AAAABgAGAFkBAAD7BQ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基本资料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51BDDF4" wp14:editId="391EB295">
                <wp:simplePos x="0" y="0"/>
                <wp:positionH relativeFrom="column">
                  <wp:posOffset>-458470</wp:posOffset>
                </wp:positionH>
                <wp:positionV relativeFrom="paragraph">
                  <wp:posOffset>700405</wp:posOffset>
                </wp:positionV>
                <wp:extent cx="6353175" cy="846645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1630" y="1776730"/>
                          <a:ext cx="6353175" cy="8466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4"/>
                              <w:tblOverlap w:val="never"/>
                              <w:tblW w:w="976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09"/>
                              <w:gridCol w:w="2108"/>
                              <w:gridCol w:w="1231"/>
                              <w:gridCol w:w="292"/>
                              <w:gridCol w:w="1056"/>
                              <w:gridCol w:w="608"/>
                              <w:gridCol w:w="1428"/>
                              <w:gridCol w:w="1431"/>
                            </w:tblGrid>
                            <w:tr w:rsidR="00541796">
                              <w:tc>
                                <w:tcPr>
                                  <w:tcW w:w="1609" w:type="dxa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8" w:type="dxa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3" w:type="dxa"/>
                                  <w:gridSpan w:val="2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4" w:type="dxa"/>
                                  <w:gridSpan w:val="2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9" w:type="dxa"/>
                                  <w:gridSpan w:val="2"/>
                                  <w:vMerge w:val="restart"/>
                                </w:tcPr>
                                <w:p w:rsidR="000A2E56" w:rsidRDefault="000A2E56" w:rsidP="000A2E56">
                                  <w:pPr>
                                    <w:spacing w:line="360" w:lineRule="auto"/>
                                    <w:ind w:firstLineChars="200" w:firstLine="420"/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</w:pPr>
                                </w:p>
                                <w:p w:rsidR="00541796" w:rsidRDefault="000A2E56" w:rsidP="000A2E56">
                                  <w:pPr>
                                    <w:spacing w:line="360" w:lineRule="auto"/>
                                    <w:ind w:firstLineChars="350" w:firstLine="735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noProof/>
                                      <w:szCs w:val="21"/>
                                    </w:rPr>
                                    <w:drawing>
                                      <wp:inline distT="0" distB="0" distL="114300" distR="114300" wp14:anchorId="0DF585B9" wp14:editId="1F17C780">
                                        <wp:extent cx="1285875" cy="1733550"/>
                                        <wp:effectExtent l="0" t="0" r="9525" b="0"/>
                                        <wp:docPr id="16" name="图片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图片 16" descr="mmexport1519187708527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88015" cy="17364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541796">
                              <w:tc>
                                <w:tcPr>
                                  <w:tcW w:w="1609" w:type="dxa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姓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名：</w:t>
                                  </w:r>
                                </w:p>
                              </w:tc>
                              <w:tc>
                                <w:tcPr>
                                  <w:tcW w:w="2108" w:type="dxa"/>
                                </w:tcPr>
                                <w:p w:rsidR="00541796" w:rsidRDefault="000A2E56" w:rsidP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王XX</w:t>
                                  </w:r>
                                </w:p>
                              </w:tc>
                              <w:tc>
                                <w:tcPr>
                                  <w:tcW w:w="1523" w:type="dxa"/>
                                  <w:gridSpan w:val="2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出生年月：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gridSpan w:val="2"/>
                                </w:tcPr>
                                <w:p w:rsidR="00541796" w:rsidRDefault="000A2E56" w:rsidP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19XX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.10</w:t>
                                  </w:r>
                                </w:p>
                              </w:tc>
                              <w:tc>
                                <w:tcPr>
                                  <w:tcW w:w="2859" w:type="dxa"/>
                                  <w:gridSpan w:val="2"/>
                                  <w:vMerge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41796">
                              <w:tc>
                                <w:tcPr>
                                  <w:tcW w:w="1609" w:type="dxa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性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别：</w:t>
                                  </w:r>
                                </w:p>
                              </w:tc>
                              <w:tc>
                                <w:tcPr>
                                  <w:tcW w:w="2108" w:type="dxa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男</w:t>
                                  </w:r>
                                </w:p>
                              </w:tc>
                              <w:tc>
                                <w:tcPr>
                                  <w:tcW w:w="1523" w:type="dxa"/>
                                  <w:gridSpan w:val="2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政治面貌：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gridSpan w:val="2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群众</w:t>
                                  </w:r>
                                </w:p>
                              </w:tc>
                              <w:tc>
                                <w:tcPr>
                                  <w:tcW w:w="2859" w:type="dxa"/>
                                  <w:gridSpan w:val="2"/>
                                  <w:vMerge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41796">
                              <w:tc>
                                <w:tcPr>
                                  <w:tcW w:w="1609" w:type="dxa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籍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贯：</w:t>
                                  </w:r>
                                </w:p>
                              </w:tc>
                              <w:tc>
                                <w:tcPr>
                                  <w:tcW w:w="2108" w:type="dxa"/>
                                </w:tcPr>
                                <w:p w:rsidR="00541796" w:rsidRDefault="000A2E56" w:rsidP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安徽XX</w:t>
                                  </w:r>
                                </w:p>
                              </w:tc>
                              <w:tc>
                                <w:tcPr>
                                  <w:tcW w:w="1523" w:type="dxa"/>
                                  <w:gridSpan w:val="2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学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历：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gridSpan w:val="2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大专</w:t>
                                  </w:r>
                                </w:p>
                              </w:tc>
                              <w:tc>
                                <w:tcPr>
                                  <w:tcW w:w="2859" w:type="dxa"/>
                                  <w:gridSpan w:val="2"/>
                                  <w:vMerge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41796">
                              <w:tc>
                                <w:tcPr>
                                  <w:tcW w:w="1609" w:type="dxa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联系电话：</w:t>
                                  </w:r>
                                </w:p>
                              </w:tc>
                              <w:tc>
                                <w:tcPr>
                                  <w:tcW w:w="2108" w:type="dxa"/>
                                </w:tcPr>
                                <w:p w:rsidR="00541796" w:rsidRDefault="000A2E56" w:rsidP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13*******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1523" w:type="dxa"/>
                                  <w:gridSpan w:val="2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专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业：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gridSpan w:val="2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建筑工程</w:t>
                                  </w:r>
                                </w:p>
                              </w:tc>
                              <w:tc>
                                <w:tcPr>
                                  <w:tcW w:w="2859" w:type="dxa"/>
                                  <w:gridSpan w:val="2"/>
                                  <w:vMerge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41796">
                              <w:tc>
                                <w:tcPr>
                                  <w:tcW w:w="1609" w:type="dxa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求职意向：</w:t>
                                  </w:r>
                                </w:p>
                              </w:tc>
                              <w:tc>
                                <w:tcPr>
                                  <w:tcW w:w="2108" w:type="dxa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生产项目工程师</w:t>
                                  </w:r>
                                </w:p>
                              </w:tc>
                              <w:tc>
                                <w:tcPr>
                                  <w:tcW w:w="1523" w:type="dxa"/>
                                  <w:gridSpan w:val="2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毕业院校：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gridSpan w:val="2"/>
                                </w:tcPr>
                                <w:p w:rsidR="00541796" w:rsidRDefault="000A2E56" w:rsidP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安徽XXXX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学院</w:t>
                                  </w:r>
                                </w:p>
                              </w:tc>
                              <w:tc>
                                <w:tcPr>
                                  <w:tcW w:w="2859" w:type="dxa"/>
                                  <w:gridSpan w:val="2"/>
                                  <w:vMerge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41796">
                              <w:tc>
                                <w:tcPr>
                                  <w:tcW w:w="1609" w:type="dxa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</w:pPr>
                                </w:p>
                                <w:p w:rsidR="000A2E5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8" w:type="dxa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9" w:type="dxa"/>
                                  <w:gridSpan w:val="3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9" w:type="dxa"/>
                                  <w:gridSpan w:val="2"/>
                                  <w:vMerge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41796">
                              <w:tc>
                                <w:tcPr>
                                  <w:tcW w:w="1609" w:type="dxa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8" w:type="dxa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9" w:type="dxa"/>
                                  <w:gridSpan w:val="3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8" w:type="dxa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9" w:type="dxa"/>
                                  <w:gridSpan w:val="2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41796">
                              <w:tc>
                                <w:tcPr>
                                  <w:tcW w:w="1609" w:type="dxa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="黑体" w:eastAsia="黑体" w:hAnsi="黑体" w:cs="黑体"/>
                                      <w:b/>
                                      <w:bCs/>
                                      <w:color w:val="5B9BD5" w:themeColor="accen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b/>
                                      <w:bCs/>
                                      <w:color w:val="5B9BD5" w:themeColor="accent1"/>
                                      <w:kern w:val="0"/>
                                      <w:szCs w:val="21"/>
                                      <w:lang w:bidi="ar"/>
                                    </w:rPr>
                                    <w:t>2014.9-2017.6</w:t>
                                  </w:r>
                                </w:p>
                              </w:tc>
                              <w:tc>
                                <w:tcPr>
                                  <w:tcW w:w="4687" w:type="dxa"/>
                                  <w:gridSpan w:val="4"/>
                                </w:tcPr>
                                <w:p w:rsidR="00541796" w:rsidRDefault="000A2E56" w:rsidP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b/>
                                      <w:bCs/>
                                      <w:color w:val="5B9BD5" w:themeColor="accen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b/>
                                      <w:bCs/>
                                      <w:color w:val="5B9BD5" w:themeColor="accent1"/>
                                    </w:rPr>
                                    <w:t>安徽XXXXXX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b/>
                                      <w:bCs/>
                                      <w:color w:val="5B9BD5" w:themeColor="accent1"/>
                                    </w:rPr>
                                    <w:t>学院</w:t>
                                  </w:r>
                                </w:p>
                              </w:tc>
                              <w:tc>
                                <w:tcPr>
                                  <w:tcW w:w="3467" w:type="dxa"/>
                                  <w:gridSpan w:val="3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b/>
                                      <w:bCs/>
                                      <w:color w:val="5B9BD5" w:themeColor="accen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b/>
                                      <w:bCs/>
                                      <w:color w:val="5B9BD5" w:themeColor="accent1"/>
                                    </w:rPr>
                                    <w:t>建筑工程</w:t>
                                  </w:r>
                                </w:p>
                              </w:tc>
                            </w:tr>
                            <w:tr w:rsidR="00541796">
                              <w:tc>
                                <w:tcPr>
                                  <w:tcW w:w="1609" w:type="dxa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9" w:type="dxa"/>
                                  <w:gridSpan w:val="2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6" w:type="dxa"/>
                                  <w:gridSpan w:val="2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41796">
                              <w:tc>
                                <w:tcPr>
                                  <w:tcW w:w="1609" w:type="dxa"/>
                                  <w:shd w:val="clear" w:color="auto" w:fill="auto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="黑体" w:eastAsia="黑体" w:hAnsi="黑体" w:cs="黑体"/>
                                      <w:b/>
                                      <w:bCs/>
                                      <w:color w:val="5B9BD5" w:themeColor="accent1"/>
                                      <w:kern w:val="0"/>
                                      <w:szCs w:val="21"/>
                                      <w:lang w:bidi="ar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b/>
                                      <w:bCs/>
                                      <w:color w:val="5B9BD5" w:themeColor="accent1"/>
                                      <w:kern w:val="0"/>
                                      <w:szCs w:val="21"/>
                                      <w:lang w:bidi="ar"/>
                                    </w:rPr>
                                    <w:t>2015-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b/>
                                      <w:bCs/>
                                      <w:color w:val="5B9BD5" w:themeColor="accent1"/>
                                      <w:kern w:val="0"/>
                                      <w:szCs w:val="21"/>
                                      <w:lang w:bidi="ar"/>
                                    </w:rPr>
                                    <w:t>至今</w:t>
                                  </w:r>
                                </w:p>
                              </w:tc>
                              <w:tc>
                                <w:tcPr>
                                  <w:tcW w:w="4687" w:type="dxa"/>
                                  <w:gridSpan w:val="4"/>
                                  <w:shd w:val="clear" w:color="auto" w:fill="auto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="黑体" w:eastAsia="黑体" w:hAnsi="黑体" w:cs="黑体"/>
                                      <w:b/>
                                      <w:bCs/>
                                      <w:color w:val="5B9BD5" w:themeColor="accent1"/>
                                      <w:kern w:val="0"/>
                                      <w:szCs w:val="21"/>
                                      <w:lang w:bidi="a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7" w:type="dxa"/>
                                  <w:gridSpan w:val="3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jc w:val="left"/>
                                    <w:rPr>
                                      <w:rFonts w:ascii="黑体" w:eastAsia="黑体" w:hAnsi="黑体" w:cs="黑体"/>
                                      <w:b/>
                                      <w:bCs/>
                                      <w:color w:val="5B9BD5" w:themeColor="accent1"/>
                                      <w:kern w:val="0"/>
                                      <w:szCs w:val="21"/>
                                      <w:lang w:bidi="ar"/>
                                    </w:rPr>
                                  </w:pPr>
                                </w:p>
                              </w:tc>
                            </w:tr>
                            <w:tr w:rsidR="00541796">
                              <w:tc>
                                <w:tcPr>
                                  <w:tcW w:w="1609" w:type="dxa"/>
                                  <w:shd w:val="clear" w:color="auto" w:fill="auto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b/>
                                      <w:bCs/>
                                      <w:color w:val="538135" w:themeColor="accent6" w:themeShade="BF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b/>
                                      <w:bCs/>
                                      <w:color w:val="538135" w:themeColor="accent6" w:themeShade="BF"/>
                                      <w:szCs w:val="21"/>
                                    </w:rPr>
                                    <w:t>2017.2-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b/>
                                      <w:bCs/>
                                      <w:color w:val="538135" w:themeColor="accent6" w:themeShade="BF"/>
                                      <w:szCs w:val="21"/>
                                    </w:rPr>
                                    <w:t>至今</w:t>
                                  </w:r>
                                </w:p>
                              </w:tc>
                              <w:tc>
                                <w:tcPr>
                                  <w:tcW w:w="8154" w:type="dxa"/>
                                  <w:gridSpan w:val="7"/>
                                  <w:shd w:val="clear" w:color="auto" w:fill="auto"/>
                                </w:tcPr>
                                <w:p w:rsidR="00541796" w:rsidRDefault="000A2E56" w:rsidP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中建XXXXXXXX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有限公司XXXX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黑体" w:eastAsia="黑体" w:hAnsi="黑体" w:cs="黑体" w:hint="eastAsia"/>
                                      <w:szCs w:val="21"/>
                                    </w:rPr>
                                    <w:t>分公司</w:t>
                                  </w:r>
                                </w:p>
                              </w:tc>
                            </w:tr>
                            <w:tr w:rsidR="00541796">
                              <w:trPr>
                                <w:trHeight w:val="379"/>
                              </w:trPr>
                              <w:tc>
                                <w:tcPr>
                                  <w:tcW w:w="1609" w:type="dxa"/>
                                  <w:shd w:val="clear" w:color="auto" w:fill="auto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b/>
                                      <w:bCs/>
                                      <w:color w:val="538135" w:themeColor="accent6" w:themeShade="BF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4" w:type="dxa"/>
                                  <w:gridSpan w:val="7"/>
                                  <w:shd w:val="clear" w:color="auto" w:fill="auto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</w:rPr>
                                  </w:pPr>
                                </w:p>
                              </w:tc>
                            </w:tr>
                            <w:tr w:rsidR="00541796">
                              <w:tc>
                                <w:tcPr>
                                  <w:tcW w:w="1609" w:type="dxa"/>
                                  <w:shd w:val="clear" w:color="auto" w:fill="auto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b/>
                                      <w:bCs/>
                                      <w:color w:val="538135" w:themeColor="accent6" w:themeShade="BF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4" w:type="dxa"/>
                                  <w:gridSpan w:val="7"/>
                                  <w:shd w:val="clear" w:color="auto" w:fill="auto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、负责施工的日常工作，进行人员的安排，现场施工机械的调配。</w:t>
                                  </w:r>
                                </w:p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、根据现场的施工情况向物资部提报现场所需的物资材料。</w:t>
                                  </w:r>
                                </w:p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、根据施工进度计划对劳务进行进度计划交底，监督进度计划的落实情况，根据情况要求劳务队加人加班等赶工措施。</w:t>
                                  </w:r>
                                </w:p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、根据图纸，方案对现场的施工质量进行管理，过程中把控，对出现的较大问题</w:t>
                                  </w:r>
                                  <w:proofErr w:type="gramStart"/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报技术</w:t>
                                  </w:r>
                                  <w:proofErr w:type="gramEnd"/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部参与整改方案编制，并落实整改。</w:t>
                                  </w:r>
                                </w:p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、进行现场的安全管理，对劳务班组每月进行安全交底，并完善交底资料。</w:t>
                                  </w:r>
                                </w:p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、穿插作业时协调各班组紧密衔接，解决班组遇到的困难。</w:t>
                                  </w:r>
                                </w:p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、对现场出现的变更及额外工程量提报合约做好现场的签证。</w:t>
                                  </w:r>
                                </w:p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、组织现场的隐蔽验收。</w:t>
                                  </w:r>
                                </w:p>
                              </w:tc>
                            </w:tr>
                            <w:tr w:rsidR="00541796">
                              <w:tc>
                                <w:tcPr>
                                  <w:tcW w:w="1609" w:type="dxa"/>
                                  <w:shd w:val="clear" w:color="auto" w:fill="auto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b/>
                                      <w:bCs/>
                                      <w:color w:val="538135" w:themeColor="accent6" w:themeShade="BF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4" w:type="dxa"/>
                                  <w:gridSpan w:val="7"/>
                                  <w:shd w:val="clear" w:color="auto" w:fill="auto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</w:rPr>
                                  </w:pPr>
                                </w:p>
                              </w:tc>
                            </w:tr>
                            <w:tr w:rsidR="00541796">
                              <w:tc>
                                <w:tcPr>
                                  <w:tcW w:w="1609" w:type="dxa"/>
                                  <w:shd w:val="clear" w:color="auto" w:fill="auto"/>
                                </w:tcPr>
                                <w:p w:rsidR="00541796" w:rsidRDefault="0054179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  <w:b/>
                                      <w:bCs/>
                                      <w:color w:val="538135" w:themeColor="accent6" w:themeShade="BF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4" w:type="dxa"/>
                                  <w:gridSpan w:val="7"/>
                                  <w:shd w:val="clear" w:color="auto" w:fill="auto"/>
                                </w:tcPr>
                                <w:p w:rsidR="00541796" w:rsidRDefault="000A2E56">
                                  <w:pPr>
                                    <w:spacing w:line="360" w:lineRule="auto"/>
                                    <w:rPr>
                                      <w:rFonts w:ascii="黑体" w:eastAsia="黑体" w:hAnsi="黑体" w:cs="黑体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</w:rPr>
                                    <w:t>性格开朗外向，工作积极，诚实守信。</w:t>
                                  </w:r>
                                </w:p>
                              </w:tc>
                            </w:tr>
                          </w:tbl>
                          <w:p w:rsidR="00541796" w:rsidRDefault="005417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33" type="#_x0000_t202" style="position:absolute;left:0;text-align:left;margin-left:-36.1pt;margin-top:55.15pt;width:500.25pt;height:666.6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" filled="f" stroked="f" strokeweight=".5pt">
                <v:textbox>
                  <w:txbxContent>
                    <w:tbl>
                      <w:tblPr>
                        <w:tblStyle w:val="a4"/>
                        <w:tblOverlap w:val="never"/>
                        <w:tblW w:w="976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09"/>
                        <w:gridCol w:w="2108"/>
                        <w:gridCol w:w="1231"/>
                        <w:gridCol w:w="292"/>
                        <w:gridCol w:w="1056"/>
                        <w:gridCol w:w="608"/>
                        <w:gridCol w:w="1428"/>
                        <w:gridCol w:w="1431"/>
                      </w:tblGrid>
                      <w:tr w:rsidR="00541796">
                        <w:tc>
                          <w:tcPr>
                            <w:tcW w:w="1609" w:type="dxa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108" w:type="dxa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523" w:type="dxa"/>
                            <w:gridSpan w:val="2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64" w:type="dxa"/>
                            <w:gridSpan w:val="2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59" w:type="dxa"/>
                            <w:gridSpan w:val="2"/>
                            <w:vMerge w:val="restart"/>
                          </w:tcPr>
                          <w:p w:rsidR="000A2E56" w:rsidRDefault="000A2E56" w:rsidP="000A2E56">
                            <w:pPr>
                              <w:spacing w:line="360" w:lineRule="auto"/>
                              <w:ind w:firstLineChars="200" w:firstLine="42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</w:p>
                          <w:p w:rsidR="00541796" w:rsidRDefault="000A2E56" w:rsidP="000A2E56">
                            <w:pPr>
                              <w:spacing w:line="360" w:lineRule="auto"/>
                              <w:ind w:firstLineChars="350" w:firstLine="735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noProof/>
                                <w:szCs w:val="21"/>
                              </w:rPr>
                              <w:drawing>
                                <wp:inline distT="0" distB="0" distL="114300" distR="114300" wp14:anchorId="0DF585B9" wp14:editId="1F17C780">
                                  <wp:extent cx="1285875" cy="1733550"/>
                                  <wp:effectExtent l="0" t="0" r="9525" b="0"/>
                                  <wp:docPr id="16" name="图片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16" descr="mmexport151918770852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88015" cy="1736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541796">
                        <w:tc>
                          <w:tcPr>
                            <w:tcW w:w="1609" w:type="dxa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姓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名：</w:t>
                            </w:r>
                          </w:p>
                        </w:tc>
                        <w:tc>
                          <w:tcPr>
                            <w:tcW w:w="2108" w:type="dxa"/>
                          </w:tcPr>
                          <w:p w:rsidR="00541796" w:rsidRDefault="000A2E56" w:rsidP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王XX</w:t>
                            </w:r>
                          </w:p>
                        </w:tc>
                        <w:tc>
                          <w:tcPr>
                            <w:tcW w:w="1523" w:type="dxa"/>
                            <w:gridSpan w:val="2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出生年月：</w:t>
                            </w:r>
                          </w:p>
                        </w:tc>
                        <w:tc>
                          <w:tcPr>
                            <w:tcW w:w="1664" w:type="dxa"/>
                            <w:gridSpan w:val="2"/>
                          </w:tcPr>
                          <w:p w:rsidR="00541796" w:rsidRDefault="000A2E56" w:rsidP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19XX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.10</w:t>
                            </w:r>
                          </w:p>
                        </w:tc>
                        <w:tc>
                          <w:tcPr>
                            <w:tcW w:w="2859" w:type="dxa"/>
                            <w:gridSpan w:val="2"/>
                            <w:vMerge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</w:tr>
                      <w:tr w:rsidR="00541796">
                        <w:tc>
                          <w:tcPr>
                            <w:tcW w:w="1609" w:type="dxa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性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别：</w:t>
                            </w:r>
                          </w:p>
                        </w:tc>
                        <w:tc>
                          <w:tcPr>
                            <w:tcW w:w="2108" w:type="dxa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男</w:t>
                            </w:r>
                          </w:p>
                        </w:tc>
                        <w:tc>
                          <w:tcPr>
                            <w:tcW w:w="1523" w:type="dxa"/>
                            <w:gridSpan w:val="2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政治面貌：</w:t>
                            </w:r>
                          </w:p>
                        </w:tc>
                        <w:tc>
                          <w:tcPr>
                            <w:tcW w:w="1664" w:type="dxa"/>
                            <w:gridSpan w:val="2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群众</w:t>
                            </w:r>
                          </w:p>
                        </w:tc>
                        <w:tc>
                          <w:tcPr>
                            <w:tcW w:w="2859" w:type="dxa"/>
                            <w:gridSpan w:val="2"/>
                            <w:vMerge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</w:tr>
                      <w:tr w:rsidR="00541796">
                        <w:tc>
                          <w:tcPr>
                            <w:tcW w:w="1609" w:type="dxa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籍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贯：</w:t>
                            </w:r>
                          </w:p>
                        </w:tc>
                        <w:tc>
                          <w:tcPr>
                            <w:tcW w:w="2108" w:type="dxa"/>
                          </w:tcPr>
                          <w:p w:rsidR="00541796" w:rsidRDefault="000A2E56" w:rsidP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安徽XX</w:t>
                            </w:r>
                          </w:p>
                        </w:tc>
                        <w:tc>
                          <w:tcPr>
                            <w:tcW w:w="1523" w:type="dxa"/>
                            <w:gridSpan w:val="2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学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历：</w:t>
                            </w:r>
                          </w:p>
                        </w:tc>
                        <w:tc>
                          <w:tcPr>
                            <w:tcW w:w="1664" w:type="dxa"/>
                            <w:gridSpan w:val="2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大专</w:t>
                            </w:r>
                          </w:p>
                        </w:tc>
                        <w:tc>
                          <w:tcPr>
                            <w:tcW w:w="2859" w:type="dxa"/>
                            <w:gridSpan w:val="2"/>
                            <w:vMerge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</w:tr>
                      <w:tr w:rsidR="00541796">
                        <w:tc>
                          <w:tcPr>
                            <w:tcW w:w="1609" w:type="dxa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联系电话：</w:t>
                            </w:r>
                          </w:p>
                        </w:tc>
                        <w:tc>
                          <w:tcPr>
                            <w:tcW w:w="2108" w:type="dxa"/>
                          </w:tcPr>
                          <w:p w:rsidR="00541796" w:rsidRDefault="000A2E56" w:rsidP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13*******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1523" w:type="dxa"/>
                            <w:gridSpan w:val="2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专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业：</w:t>
                            </w:r>
                          </w:p>
                        </w:tc>
                        <w:tc>
                          <w:tcPr>
                            <w:tcW w:w="1664" w:type="dxa"/>
                            <w:gridSpan w:val="2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建筑工程</w:t>
                            </w:r>
                          </w:p>
                        </w:tc>
                        <w:tc>
                          <w:tcPr>
                            <w:tcW w:w="2859" w:type="dxa"/>
                            <w:gridSpan w:val="2"/>
                            <w:vMerge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</w:tr>
                      <w:tr w:rsidR="00541796">
                        <w:tc>
                          <w:tcPr>
                            <w:tcW w:w="1609" w:type="dxa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求职意向：</w:t>
                            </w:r>
                          </w:p>
                        </w:tc>
                        <w:tc>
                          <w:tcPr>
                            <w:tcW w:w="2108" w:type="dxa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生产项目工程师</w:t>
                            </w:r>
                          </w:p>
                        </w:tc>
                        <w:tc>
                          <w:tcPr>
                            <w:tcW w:w="1523" w:type="dxa"/>
                            <w:gridSpan w:val="2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毕业院校：</w:t>
                            </w:r>
                          </w:p>
                        </w:tc>
                        <w:tc>
                          <w:tcPr>
                            <w:tcW w:w="1664" w:type="dxa"/>
                            <w:gridSpan w:val="2"/>
                          </w:tcPr>
                          <w:p w:rsidR="00541796" w:rsidRDefault="000A2E56" w:rsidP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安徽XXXX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学院</w:t>
                            </w:r>
                          </w:p>
                        </w:tc>
                        <w:tc>
                          <w:tcPr>
                            <w:tcW w:w="2859" w:type="dxa"/>
                            <w:gridSpan w:val="2"/>
                            <w:vMerge/>
                          </w:tcPr>
                          <w:p w:rsidR="00541796" w:rsidRDefault="00541796">
                            <w:pPr>
                              <w:spacing w:line="360" w:lineRule="auto"/>
                              <w:jc w:val="center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</w:tr>
                      <w:tr w:rsidR="00541796">
                        <w:tc>
                          <w:tcPr>
                            <w:tcW w:w="1609" w:type="dxa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</w:p>
                          <w:p w:rsidR="000A2E5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108" w:type="dxa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579" w:type="dxa"/>
                            <w:gridSpan w:val="3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608" w:type="dxa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59" w:type="dxa"/>
                            <w:gridSpan w:val="2"/>
                            <w:vMerge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</w:tr>
                      <w:tr w:rsidR="00541796">
                        <w:tc>
                          <w:tcPr>
                            <w:tcW w:w="1609" w:type="dxa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108" w:type="dxa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579" w:type="dxa"/>
                            <w:gridSpan w:val="3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608" w:type="dxa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59" w:type="dxa"/>
                            <w:gridSpan w:val="2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</w:tr>
                      <w:tr w:rsidR="00541796">
                        <w:tc>
                          <w:tcPr>
                            <w:tcW w:w="1609" w:type="dxa"/>
                          </w:tcPr>
                          <w:p w:rsidR="00541796" w:rsidRDefault="000A2E56">
                            <w:pPr>
                              <w:spacing w:line="360" w:lineRule="auto"/>
                              <w:jc w:val="left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5B9BD5" w:themeColor="accent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5B9BD5" w:themeColor="accent1"/>
                                <w:kern w:val="0"/>
                                <w:szCs w:val="21"/>
                                <w:lang w:bidi="ar"/>
                              </w:rPr>
                              <w:t>2014.9-2017.6</w:t>
                            </w:r>
                          </w:p>
                        </w:tc>
                        <w:tc>
                          <w:tcPr>
                            <w:tcW w:w="4687" w:type="dxa"/>
                            <w:gridSpan w:val="4"/>
                          </w:tcPr>
                          <w:p w:rsidR="00541796" w:rsidRDefault="000A2E56" w:rsidP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5B9BD5" w:themeColor="accent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5B9BD5" w:themeColor="accent1"/>
                              </w:rPr>
                              <w:t>安徽XXXXXX</w:t>
                            </w: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5B9BD5" w:themeColor="accent1"/>
                              </w:rPr>
                              <w:t>学院</w:t>
                            </w:r>
                          </w:p>
                        </w:tc>
                        <w:tc>
                          <w:tcPr>
                            <w:tcW w:w="3467" w:type="dxa"/>
                            <w:gridSpan w:val="3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5B9BD5" w:themeColor="accent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5B9BD5" w:themeColor="accent1"/>
                              </w:rPr>
                              <w:t>建筑工程</w:t>
                            </w:r>
                          </w:p>
                        </w:tc>
                      </w:tr>
                      <w:tr w:rsidR="00541796">
                        <w:tc>
                          <w:tcPr>
                            <w:tcW w:w="1609" w:type="dxa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339" w:type="dxa"/>
                            <w:gridSpan w:val="2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348" w:type="dxa"/>
                            <w:gridSpan w:val="2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036" w:type="dxa"/>
                            <w:gridSpan w:val="2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31" w:type="dxa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</w:p>
                        </w:tc>
                      </w:tr>
                      <w:tr w:rsidR="00541796">
                        <w:tc>
                          <w:tcPr>
                            <w:tcW w:w="1609" w:type="dxa"/>
                            <w:shd w:val="clear" w:color="auto" w:fill="auto"/>
                          </w:tcPr>
                          <w:p w:rsidR="00541796" w:rsidRDefault="000A2E56">
                            <w:pPr>
                              <w:spacing w:line="360" w:lineRule="auto"/>
                              <w:jc w:val="left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5B9BD5" w:themeColor="accent1"/>
                                <w:kern w:val="0"/>
                                <w:szCs w:val="21"/>
                                <w:lang w:bidi="ar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5B9BD5" w:themeColor="accent1"/>
                                <w:kern w:val="0"/>
                                <w:szCs w:val="21"/>
                                <w:lang w:bidi="ar"/>
                              </w:rPr>
                              <w:t>2015-</w:t>
                            </w: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5B9BD5" w:themeColor="accent1"/>
                                <w:kern w:val="0"/>
                                <w:szCs w:val="21"/>
                                <w:lang w:bidi="ar"/>
                              </w:rPr>
                              <w:t>至今</w:t>
                            </w:r>
                          </w:p>
                        </w:tc>
                        <w:tc>
                          <w:tcPr>
                            <w:tcW w:w="4687" w:type="dxa"/>
                            <w:gridSpan w:val="4"/>
                            <w:shd w:val="clear" w:color="auto" w:fill="auto"/>
                          </w:tcPr>
                          <w:p w:rsidR="00541796" w:rsidRDefault="00541796">
                            <w:pPr>
                              <w:spacing w:line="360" w:lineRule="auto"/>
                              <w:jc w:val="left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5B9BD5" w:themeColor="accent1"/>
                                <w:kern w:val="0"/>
                                <w:szCs w:val="21"/>
                                <w:lang w:bidi="ar"/>
                              </w:rPr>
                            </w:pPr>
                          </w:p>
                        </w:tc>
                        <w:tc>
                          <w:tcPr>
                            <w:tcW w:w="3467" w:type="dxa"/>
                            <w:gridSpan w:val="3"/>
                          </w:tcPr>
                          <w:p w:rsidR="00541796" w:rsidRDefault="00541796">
                            <w:pPr>
                              <w:spacing w:line="360" w:lineRule="auto"/>
                              <w:jc w:val="left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5B9BD5" w:themeColor="accent1"/>
                                <w:kern w:val="0"/>
                                <w:szCs w:val="21"/>
                                <w:lang w:bidi="ar"/>
                              </w:rPr>
                            </w:pPr>
                          </w:p>
                        </w:tc>
                      </w:tr>
                      <w:tr w:rsidR="00541796">
                        <w:tc>
                          <w:tcPr>
                            <w:tcW w:w="1609" w:type="dxa"/>
                            <w:shd w:val="clear" w:color="auto" w:fill="auto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538135" w:themeColor="accent6" w:themeShade="BF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538135" w:themeColor="accent6" w:themeShade="BF"/>
                                <w:szCs w:val="21"/>
                              </w:rPr>
                              <w:t>2017.2-</w:t>
                            </w: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538135" w:themeColor="accent6" w:themeShade="BF"/>
                                <w:szCs w:val="21"/>
                              </w:rPr>
                              <w:t>至今</w:t>
                            </w:r>
                          </w:p>
                        </w:tc>
                        <w:tc>
                          <w:tcPr>
                            <w:tcW w:w="8154" w:type="dxa"/>
                            <w:gridSpan w:val="7"/>
                            <w:shd w:val="clear" w:color="auto" w:fill="auto"/>
                          </w:tcPr>
                          <w:p w:rsidR="00541796" w:rsidRDefault="000A2E56" w:rsidP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中建XXXXXXXX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有限公司XXXX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分公司</w:t>
                            </w:r>
                          </w:p>
                        </w:tc>
                      </w:tr>
                      <w:tr w:rsidR="00541796">
                        <w:trPr>
                          <w:trHeight w:val="379"/>
                        </w:trPr>
                        <w:tc>
                          <w:tcPr>
                            <w:tcW w:w="1609" w:type="dxa"/>
                            <w:shd w:val="clear" w:color="auto" w:fill="auto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538135" w:themeColor="accent6" w:themeShade="BF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154" w:type="dxa"/>
                            <w:gridSpan w:val="7"/>
                            <w:shd w:val="clear" w:color="auto" w:fill="auto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</w:rPr>
                            </w:pPr>
                          </w:p>
                        </w:tc>
                      </w:tr>
                      <w:tr w:rsidR="00541796">
                        <w:tc>
                          <w:tcPr>
                            <w:tcW w:w="1609" w:type="dxa"/>
                            <w:shd w:val="clear" w:color="auto" w:fill="auto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538135" w:themeColor="accent6" w:themeShade="BF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154" w:type="dxa"/>
                            <w:gridSpan w:val="7"/>
                            <w:shd w:val="clear" w:color="auto" w:fill="auto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</w:rPr>
                              <w:t>1</w:t>
                            </w:r>
                            <w:r>
                              <w:rPr>
                                <w:rFonts w:ascii="黑体" w:eastAsia="黑体" w:hAnsi="黑体" w:cs="黑体" w:hint="eastAsia"/>
                              </w:rPr>
                              <w:t>、负责施工的日常工作，进行人员的安排，现场施工机械的调配。</w:t>
                            </w:r>
                          </w:p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</w:rPr>
                              <w:t>2</w:t>
                            </w:r>
                            <w:r>
                              <w:rPr>
                                <w:rFonts w:ascii="黑体" w:eastAsia="黑体" w:hAnsi="黑体" w:cs="黑体" w:hint="eastAsia"/>
                              </w:rPr>
                              <w:t>、根据现场的施工情况向物资部提报现场所需的物资材料。</w:t>
                            </w:r>
                          </w:p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</w:rPr>
                              <w:t>2</w:t>
                            </w:r>
                            <w:r>
                              <w:rPr>
                                <w:rFonts w:ascii="黑体" w:eastAsia="黑体" w:hAnsi="黑体" w:cs="黑体" w:hint="eastAsia"/>
                              </w:rPr>
                              <w:t>、根据施工进度计划对劳务进行进度计划交底，监督进度计划的落实情况，根据情况要求劳务队加人加班等赶工措施。</w:t>
                            </w:r>
                          </w:p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</w:rPr>
                              <w:t>3</w:t>
                            </w:r>
                            <w:r>
                              <w:rPr>
                                <w:rFonts w:ascii="黑体" w:eastAsia="黑体" w:hAnsi="黑体" w:cs="黑体" w:hint="eastAsia"/>
                              </w:rPr>
                              <w:t>、根据图纸，方案对现场的施工质量进行管理，过程中把控，对出现的较大问题</w:t>
                            </w:r>
                            <w:proofErr w:type="gramStart"/>
                            <w:r>
                              <w:rPr>
                                <w:rFonts w:ascii="黑体" w:eastAsia="黑体" w:hAnsi="黑体" w:cs="黑体" w:hint="eastAsia"/>
                              </w:rPr>
                              <w:t>报技术</w:t>
                            </w:r>
                            <w:proofErr w:type="gramEnd"/>
                            <w:r>
                              <w:rPr>
                                <w:rFonts w:ascii="黑体" w:eastAsia="黑体" w:hAnsi="黑体" w:cs="黑体" w:hint="eastAsia"/>
                              </w:rPr>
                              <w:t>部参与整改方案编制，并落实整改。</w:t>
                            </w:r>
                          </w:p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</w:rPr>
                              <w:t>4</w:t>
                            </w:r>
                            <w:r>
                              <w:rPr>
                                <w:rFonts w:ascii="黑体" w:eastAsia="黑体" w:hAnsi="黑体" w:cs="黑体" w:hint="eastAsia"/>
                              </w:rPr>
                              <w:t>、进行现场的安全管理，对劳务班组每月进行安全交底，并完善交底资料。</w:t>
                            </w:r>
                          </w:p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</w:rPr>
                              <w:t>5</w:t>
                            </w:r>
                            <w:r>
                              <w:rPr>
                                <w:rFonts w:ascii="黑体" w:eastAsia="黑体" w:hAnsi="黑体" w:cs="黑体" w:hint="eastAsia"/>
                              </w:rPr>
                              <w:t>、穿插作业时协调各班组紧密衔接，解决班组遇到的困难。</w:t>
                            </w:r>
                          </w:p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</w:rPr>
                              <w:t>6</w:t>
                            </w:r>
                            <w:r>
                              <w:rPr>
                                <w:rFonts w:ascii="黑体" w:eastAsia="黑体" w:hAnsi="黑体" w:cs="黑体" w:hint="eastAsia"/>
                              </w:rPr>
                              <w:t>、对现场出现的变更及额外工程量提报合约做好现场的签证。</w:t>
                            </w:r>
                          </w:p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</w:rPr>
                              <w:t>7</w:t>
                            </w:r>
                            <w:r>
                              <w:rPr>
                                <w:rFonts w:ascii="黑体" w:eastAsia="黑体" w:hAnsi="黑体" w:cs="黑体" w:hint="eastAsia"/>
                              </w:rPr>
                              <w:t>、组织现场的隐蔽验收。</w:t>
                            </w:r>
                          </w:p>
                        </w:tc>
                      </w:tr>
                      <w:tr w:rsidR="00541796">
                        <w:tc>
                          <w:tcPr>
                            <w:tcW w:w="1609" w:type="dxa"/>
                            <w:shd w:val="clear" w:color="auto" w:fill="auto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538135" w:themeColor="accent6" w:themeShade="BF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154" w:type="dxa"/>
                            <w:gridSpan w:val="7"/>
                            <w:shd w:val="clear" w:color="auto" w:fill="auto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</w:rPr>
                            </w:pPr>
                          </w:p>
                        </w:tc>
                      </w:tr>
                      <w:tr w:rsidR="00541796">
                        <w:tc>
                          <w:tcPr>
                            <w:tcW w:w="1609" w:type="dxa"/>
                            <w:shd w:val="clear" w:color="auto" w:fill="auto"/>
                          </w:tcPr>
                          <w:p w:rsidR="00541796" w:rsidRDefault="0054179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538135" w:themeColor="accent6" w:themeShade="BF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154" w:type="dxa"/>
                            <w:gridSpan w:val="7"/>
                            <w:shd w:val="clear" w:color="auto" w:fill="auto"/>
                          </w:tcPr>
                          <w:p w:rsidR="00541796" w:rsidRDefault="000A2E56">
                            <w:pPr>
                              <w:spacing w:line="360" w:lineRule="auto"/>
                              <w:rPr>
                                <w:rFonts w:ascii="黑体" w:eastAsia="黑体" w:hAnsi="黑体" w:cs="黑体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</w:rPr>
                              <w:t>性格开朗外向，工作积极，诚实守信。</w:t>
                            </w:r>
                          </w:p>
                        </w:tc>
                      </w:tr>
                    </w:tbl>
                    <w:p w:rsidR="00541796" w:rsidRDefault="005417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5233670</wp:posOffset>
                </wp:positionH>
                <wp:positionV relativeFrom="paragraph">
                  <wp:posOffset>8586470</wp:posOffset>
                </wp:positionV>
                <wp:extent cx="1199515" cy="1199515"/>
                <wp:effectExtent l="0" t="0" r="635" b="635"/>
                <wp:wrapNone/>
                <wp:docPr id="9" name="直角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99515" cy="1199515"/>
                        </a:xfrm>
                        <a:prstGeom prst="rtTriangl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9" o:spid="_x0000_s1026" type="#_x0000_t6" style="position:absolute;left:0;text-align:left;margin-left:412.1pt;margin-top:676.1pt;width:94.45pt;height:94.45pt;flip:x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" fillcolor="#5b9bd5 [320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-1157605</wp:posOffset>
                </wp:positionH>
                <wp:positionV relativeFrom="paragraph">
                  <wp:posOffset>8586470</wp:posOffset>
                </wp:positionV>
                <wp:extent cx="1199515" cy="1199515"/>
                <wp:effectExtent l="0" t="0" r="635" b="635"/>
                <wp:wrapNone/>
                <wp:docPr id="8" name="直角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176770" y="9671685"/>
                          <a:ext cx="1199515" cy="1199515"/>
                        </a:xfrm>
                        <a:prstGeom prst="rtTriangl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6" type="#_x0000_t6" style="position:absolute;left:0pt;margin-left:-91.15pt;margin-top:676.1pt;height:94.45pt;width:94.45pt;z-index:251662336;v-text-anchor:middle;mso-width-relative:page;mso-height-relative:page;" fillcolor="#5B9BD5 [3204]" filled="t" stroked="f" coordsize="21600,21600" o:gfxdata="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oYFIHYAAAADAEAAA8AAAAAAAAAAQAgAAAAIgAAAGRycy9kb3du&#10;cmV2LnhtbFBLAQIUABQAAAAIAIdO4kAA8JY3cQIAAJkEAAAOAAAAAAAAAAEAIAAAACcBAABkcnMv&#10;ZTJvRG9jLnhtbFBLBQYAAAAABgAGAFkBAAAKBg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sectPr w:rsidR="005417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420"/>
  <w:drawingGridVerticalSpacing w:val="156"/>
  <w:noPunctuationKerning/>
  <w:characterSpacingControl w:val="compressPunctuation"/>
  <w:savePreviewPicture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57149E"/>
    <w:rsid w:val="000A2E56"/>
    <w:rsid w:val="00541796"/>
    <w:rsid w:val="0975092B"/>
    <w:rsid w:val="12FC1E77"/>
    <w:rsid w:val="136924AB"/>
    <w:rsid w:val="14E3646D"/>
    <w:rsid w:val="1A905766"/>
    <w:rsid w:val="32634BFF"/>
    <w:rsid w:val="36A32FBD"/>
    <w:rsid w:val="3857149E"/>
    <w:rsid w:val="53B7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rsid w:val="000A2E56"/>
    <w:rPr>
      <w:sz w:val="18"/>
      <w:szCs w:val="18"/>
    </w:rPr>
  </w:style>
  <w:style w:type="character" w:customStyle="1" w:styleId="Char">
    <w:name w:val="批注框文本 Char"/>
    <w:basedOn w:val="a0"/>
    <w:link w:val="a5"/>
    <w:rsid w:val="000A2E5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rsid w:val="000A2E56"/>
    <w:rPr>
      <w:sz w:val="18"/>
      <w:szCs w:val="18"/>
    </w:rPr>
  </w:style>
  <w:style w:type="character" w:customStyle="1" w:styleId="Char">
    <w:name w:val="批注框文本 Char"/>
    <w:basedOn w:val="a0"/>
    <w:link w:val="a5"/>
    <w:rsid w:val="000A2E5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iaoning\AppData\Roaming\kingsoft\office6\templates\download\&#40664;&#35748;\&#27714;&#32844;&#31616;&#21382;5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求职简历5</Template>
  <TotalTime>7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xiaoning</dc:creator>
  <cp:lastModifiedBy>caitan</cp:lastModifiedBy>
  <cp:revision>2</cp:revision>
  <dcterms:created xsi:type="dcterms:W3CDTF">2018-02-21T04:43:00Z</dcterms:created>
  <dcterms:modified xsi:type="dcterms:W3CDTF">2019-12-05T06:36:00Z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