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-921385</wp:posOffset>
            </wp:positionH>
            <wp:positionV relativeFrom="paragraph">
              <wp:posOffset>-1138555</wp:posOffset>
            </wp:positionV>
            <wp:extent cx="10695305" cy="7559675"/>
            <wp:effectExtent l="0" t="0" r="0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305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68580</wp:posOffset>
                </wp:positionV>
                <wp:extent cx="2947670" cy="36995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917" cy="3699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300" w:firstLineChars="250"/>
                              <w:rPr>
                                <w:rFonts w:hint="eastAsia" w:ascii="华文行楷" w:eastAsia="华文行楷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sz w:val="52"/>
                                <w:szCs w:val="52"/>
                              </w:rPr>
                              <w:t>新年愿望</w:t>
                            </w:r>
                          </w:p>
                          <w:p>
                            <w:pPr>
                              <w:ind w:firstLine="640" w:firstLineChars="200"/>
                              <w:rPr>
                                <w:rFonts w:hint="eastAsia" w:ascii="华文行楷" w:eastAsia="华文行楷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sz w:val="32"/>
                                <w:szCs w:val="32"/>
                              </w:rPr>
                              <w:t>新的一年希望家人身体健康，孩子学习进步，朋友们梦想成真 ，自己事业有成，每天都能过的开开心心！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6.95pt;margin-top:5.4pt;height:291.3pt;width:232.1pt;z-index:-251654144;mso-width-relative:page;mso-height-relative:page;" filled="f" stroked="f" coordsize="21600,21600" o:gfxdata="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qehiU1wAAAAsBAAAPAAAAAAAAAAEAIAAAACIA&#10;AABkcnMvZG93bnJldi54bWxQSwECFAAUAAAACACHTuJADGd2PwoCAADc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300" w:firstLineChars="250"/>
                        <w:rPr>
                          <w:rFonts w:hint="eastAsia" w:ascii="华文行楷" w:eastAsia="华文行楷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华文行楷" w:eastAsia="华文行楷"/>
                          <w:sz w:val="52"/>
                          <w:szCs w:val="52"/>
                        </w:rPr>
                        <w:t>新年愿望</w:t>
                      </w:r>
                    </w:p>
                    <w:p>
                      <w:pPr>
                        <w:ind w:firstLine="640" w:firstLineChars="200"/>
                        <w:rPr>
                          <w:rFonts w:hint="eastAsia" w:ascii="华文行楷" w:eastAsia="华文行楷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华文行楷" w:eastAsia="华文行楷"/>
                          <w:sz w:val="32"/>
                          <w:szCs w:val="32"/>
                        </w:rPr>
                        <w:t>新的一年希望家人身体健康，孩子学习进步，朋友们梦想成真 ，自己事业有成，每天都能过的开开心心！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5080</wp:posOffset>
                </wp:positionV>
                <wp:extent cx="4298950" cy="2753360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9045" cy="275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540" w:firstLineChars="350"/>
                              <w:rPr>
                                <w:rFonts w:hint="eastAsia" w:ascii="华文行楷" w:eastAsia="华文行楷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行楷" w:eastAsia="华文行楷"/>
                                <w:sz w:val="52"/>
                                <w:szCs w:val="52"/>
                              </w:rPr>
                              <w:t xml:space="preserve"> 新年祝福 </w:t>
                            </w:r>
                          </w:p>
                          <w:p>
                            <w:pPr>
                              <w:ind w:firstLine="640" w:firstLineChars="200"/>
                              <w:rPr>
                                <w:rFonts w:hint="eastAsia" w:ascii="华文行楷" w:eastAsia="华文行楷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sz w:val="32"/>
                                <w:szCs w:val="32"/>
                              </w:rPr>
                              <w:t>给您拜年啦！咱都老相识了，客套话就不说了，给你句实实在在的祝福：兜里有钱，办事有人，生活有乐，事业有成，朋友有情，人生有福！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3.3pt;margin-top:0.4pt;height:216.8pt;width:338.5pt;z-index:-251656192;mso-width-relative:page;mso-height-relative:page;" filled="f" stroked="f" coordsize="21600,21600" o:gfxdata="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67Q7NUAAAAIAQAADwAAAAAAAAABACAAAAAi&#10;AAAAZHJzL2Rvd25yZXYueG1sUEsBAhQAFAAAAAgAh07iQGQd+7oNAgAA3gMAAA4AAAAAAAAAAQAg&#10;AAAAJ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540" w:firstLineChars="350"/>
                        <w:rPr>
                          <w:rFonts w:hint="eastAsia" w:ascii="华文行楷" w:eastAsia="华文行楷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华文行楷" w:eastAsia="华文行楷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华文行楷" w:eastAsia="华文行楷"/>
                          <w:sz w:val="52"/>
                          <w:szCs w:val="52"/>
                        </w:rPr>
                        <w:t xml:space="preserve"> 新年祝福 </w:t>
                      </w:r>
                    </w:p>
                    <w:p>
                      <w:pPr>
                        <w:ind w:firstLine="640" w:firstLineChars="200"/>
                        <w:rPr>
                          <w:rFonts w:hint="eastAsia" w:ascii="华文行楷" w:eastAsia="华文行楷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华文行楷" w:eastAsia="华文行楷"/>
                          <w:sz w:val="32"/>
                          <w:szCs w:val="32"/>
                        </w:rPr>
                        <w:t>给您拜年啦！咱都老相识了，客套话就不说了，给你句实实在在的祝福：兜里有钱，办事有人，生活有乐，事业有成，朋友有情，人生有福！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-931545</wp:posOffset>
            </wp:positionH>
            <wp:positionV relativeFrom="paragraph">
              <wp:posOffset>-1147445</wp:posOffset>
            </wp:positionV>
            <wp:extent cx="10695305" cy="7559675"/>
            <wp:effectExtent l="0" t="0" r="0" b="317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305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A6528"/>
    <w:rsid w:val="00357C40"/>
    <w:rsid w:val="0096344F"/>
    <w:rsid w:val="00C06532"/>
    <w:rsid w:val="00EA4C40"/>
    <w:rsid w:val="150A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26da0977-4a01-05b6-c0ec-51338581f624\&#24685;&#36154;&#26032;&#26149;&#25163;&#25220;&#2525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恭贺新春手抄报.docx</Template>
  <Pages>2</Pages>
  <Words>0</Words>
  <Characters>0</Characters>
  <Lines>1</Lines>
  <Paragraphs>1</Paragraphs>
  <TotalTime>119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2020-01-09T01:44:00Z</dcterms:created>
  <dc:creator>一颗西柚科科</dc:creator>
  <cp:lastModifiedBy>一颗西柚科科</cp:lastModifiedBy>
  <dcterms:modified xsi:type="dcterms:W3CDTF">2020-01-09T01:45:09Z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