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anchor distT="0" distB="0" distL="114300" distR="114300" simplePos="0" relativeHeight="290696192" behindDoc="1" locked="0" layoutInCell="1" allowOverlap="1">
            <wp:simplePos x="0" y="0"/>
            <wp:positionH relativeFrom="column">
              <wp:posOffset>7669530</wp:posOffset>
            </wp:positionH>
            <wp:positionV relativeFrom="paragraph">
              <wp:posOffset>4235450</wp:posOffset>
            </wp:positionV>
            <wp:extent cx="1517015" cy="1137920"/>
            <wp:effectExtent l="73025" t="73025" r="143510" b="141605"/>
            <wp:wrapNone/>
            <wp:docPr id="13" name="图片 13" descr="D:\小学雏鹰报\王昱童3.JPG王昱童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D:\小学雏鹰报\王昱童3.JPG王昱童3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7015" cy="1137920"/>
                    </a:xfrm>
                    <a:prstGeom prst="rect">
                      <a:avLst/>
                    </a:prstGeom>
                    <a:ln w="57150">
                      <a:solidFill>
                        <a:schemeClr val="bg1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64582144" behindDoc="1" locked="0" layoutInCell="1" allowOverlap="1">
            <wp:simplePos x="0" y="0"/>
            <wp:positionH relativeFrom="column">
              <wp:posOffset>5478145</wp:posOffset>
            </wp:positionH>
            <wp:positionV relativeFrom="paragraph">
              <wp:posOffset>4233545</wp:posOffset>
            </wp:positionV>
            <wp:extent cx="1880235" cy="1410335"/>
            <wp:effectExtent l="73025" t="73025" r="142240" b="135890"/>
            <wp:wrapNone/>
            <wp:docPr id="21" name="图片 21" descr="D:\小学雏鹰报\王昱童3.JPG王昱童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D:\小学雏鹰报\王昱童3.JPG王昱童3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80235" cy="1410335"/>
                    </a:xfrm>
                    <a:prstGeom prst="rect">
                      <a:avLst/>
                    </a:prstGeom>
                    <a:ln w="57150">
                      <a:solidFill>
                        <a:schemeClr val="bg1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5471160</wp:posOffset>
                </wp:positionH>
                <wp:positionV relativeFrom="paragraph">
                  <wp:posOffset>5679440</wp:posOffset>
                </wp:positionV>
                <wp:extent cx="4023360" cy="51117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3360" cy="511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auto"/>
                                <w:spacing w:val="0"/>
                                <w:sz w:val="28"/>
                                <w:szCs w:val="28"/>
                                <w:shd w:val="clear" w:fill="FFFFFF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auto"/>
                                <w:spacing w:val="0"/>
                                <w:sz w:val="28"/>
                                <w:szCs w:val="28"/>
                                <w:shd w:val="clear" w:fill="FFFFFF"/>
                                <w:lang w:eastAsia="zh-CN"/>
                              </w:rPr>
                              <w:t>设计者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auto"/>
                                <w:spacing w:val="0"/>
                                <w:sz w:val="28"/>
                                <w:szCs w:val="28"/>
                                <w:shd w:val="clear" w:fill="FFFFFF"/>
                                <w:lang w:val="en-US" w:eastAsia="zh-CN"/>
                              </w:rPr>
                              <w:t xml:space="preserve">姓名：北极光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auto"/>
                                <w:spacing w:val="0"/>
                                <w:sz w:val="28"/>
                                <w:szCs w:val="28"/>
                                <w:shd w:val="clear" w:fill="FFFFFF"/>
                                <w:lang w:eastAsia="zh-CN"/>
                              </w:rPr>
                              <w:t>小学：新城小学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auto"/>
                                <w:spacing w:val="0"/>
                                <w:sz w:val="28"/>
                                <w:szCs w:val="28"/>
                                <w:shd w:val="clear" w:fill="FFFFFF"/>
                                <w:lang w:val="en-US" w:eastAsia="zh-CN"/>
                              </w:rPr>
                              <w:t xml:space="preserve"> 二年级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0.8pt;margin-top:447.2pt;height:40.25pt;width:316.8pt;z-index:251665408;mso-width-relative:page;mso-height-relative:page;" filled="f" stroked="f" coordsize="21600,21600" o:gfxdata="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XTdA&#10;mNwAAAAMAQAADwAAAAAAAAABACAAAAAiAAAAZHJzL2Rvd25yZXYueG1sUEsBAhQAFAAAAAgAh07i&#10;QOHnIRseAgAAGAQAAA4AAAAAAAAAAQAgAAAAKw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auto"/>
                          <w:spacing w:val="0"/>
                          <w:sz w:val="28"/>
                          <w:szCs w:val="28"/>
                          <w:shd w:val="clear" w:fill="FFFFFF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auto"/>
                          <w:spacing w:val="0"/>
                          <w:sz w:val="28"/>
                          <w:szCs w:val="28"/>
                          <w:shd w:val="clear" w:fill="FFFFFF"/>
                          <w:lang w:eastAsia="zh-CN"/>
                        </w:rPr>
                        <w:t>设计者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auto"/>
                          <w:spacing w:val="0"/>
                          <w:sz w:val="28"/>
                          <w:szCs w:val="28"/>
                          <w:shd w:val="clear" w:fill="FFFFFF"/>
                          <w:lang w:val="en-US" w:eastAsia="zh-CN"/>
                        </w:rPr>
                        <w:t xml:space="preserve">姓名：北极光  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auto"/>
                          <w:spacing w:val="0"/>
                          <w:sz w:val="28"/>
                          <w:szCs w:val="28"/>
                          <w:shd w:val="clear" w:fill="FFFFFF"/>
                          <w:lang w:eastAsia="zh-CN"/>
                        </w:rPr>
                        <w:t>小学：新城小学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auto"/>
                          <w:spacing w:val="0"/>
                          <w:sz w:val="28"/>
                          <w:szCs w:val="28"/>
                          <w:shd w:val="clear" w:fill="FFFFFF"/>
                          <w:lang w:val="en-US" w:eastAsia="zh-CN"/>
                        </w:rPr>
                        <w:t xml:space="preserve"> 二年级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96136704" behindDoc="0" locked="0" layoutInCell="1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4553585</wp:posOffset>
                </wp:positionV>
                <wp:extent cx="828675" cy="156718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156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CB0100"/>
                              </w:rPr>
                            </w:pPr>
                            <w:r>
                              <w:rPr>
                                <w:rFonts w:hint="eastAsia" w:ascii="华康俪金黑W8(P)" w:hAnsi="华康俪金黑W8(P)" w:eastAsia="华康俪金黑W8(P)" w:cs="华康俪金黑W8(P)"/>
                                <w:color w:val="CB0100"/>
                                <w:sz w:val="90"/>
                                <w:szCs w:val="90"/>
                                <w:lang w:eastAsia="zh-CN"/>
                              </w:rPr>
                              <w:t>寒假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7pt;margin-top:358.55pt;height:123.4pt;width:65.25pt;z-index:296136704;mso-width-relative:page;mso-height-relative:page;" filled="f" stroked="f" coordsize="21600,21600" o:gfxdata="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E&#10;K8NM2gAAAAsBAAAPAAAAAAAAAAEAIAAAACIAAABkcnMvZG93bnJldi54bWxQSwECFAAUAAAACACH&#10;TuJAoh0jwCICAAAaBAAADgAAAAAAAAABACAAAAAp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color w:val="CB0100"/>
                        </w:rPr>
                      </w:pPr>
                      <w:r>
                        <w:rPr>
                          <w:rFonts w:hint="eastAsia" w:ascii="华康俪金黑W8(P)" w:hAnsi="华康俪金黑W8(P)" w:eastAsia="华康俪金黑W8(P)" w:cs="华康俪金黑W8(P)"/>
                          <w:color w:val="CB0100"/>
                          <w:sz w:val="90"/>
                          <w:szCs w:val="90"/>
                          <w:lang w:eastAsia="zh-CN"/>
                        </w:rPr>
                        <w:t>寒假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7097728" behindDoc="0" locked="0" layoutInCell="1" allowOverlap="1">
                <wp:simplePos x="0" y="0"/>
                <wp:positionH relativeFrom="column">
                  <wp:posOffset>-780415</wp:posOffset>
                </wp:positionH>
                <wp:positionV relativeFrom="paragraph">
                  <wp:posOffset>999490</wp:posOffset>
                </wp:positionV>
                <wp:extent cx="828675" cy="154622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048500" y="1495425"/>
                          <a:ext cx="828675" cy="154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CB0100"/>
                              </w:rPr>
                            </w:pPr>
                            <w:r>
                              <w:rPr>
                                <w:rFonts w:hint="eastAsia" w:ascii="华康俪金黑W8(P)" w:hAnsi="华康俪金黑W8(P)" w:eastAsia="华康俪金黑W8(P)" w:cs="华康俪金黑W8(P)"/>
                                <w:color w:val="CB0100"/>
                                <w:sz w:val="90"/>
                                <w:szCs w:val="90"/>
                                <w:lang w:eastAsia="zh-CN"/>
                              </w:rPr>
                              <w:t>快乐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1.45pt;margin-top:78.7pt;height:121.75pt;width:65.25pt;z-index:257097728;mso-width-relative:page;mso-height-relative:page;" filled="f" stroked="f" coordsize="21600,21600" o:gfxdata="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II3XIdkAAAAKAQAADwAAAAAAAAABACAAAAAiAAAAZHJzL2Rvd25yZXYueG1sUEsB&#10;AhQAFAAAAAgAh07iQNy8rX8tAgAAKAQAAA4AAAAAAAAAAQAgAAAAKA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color w:val="CB0100"/>
                        </w:rPr>
                      </w:pPr>
                      <w:r>
                        <w:rPr>
                          <w:rFonts w:hint="eastAsia" w:ascii="华康俪金黑W8(P)" w:hAnsi="华康俪金黑W8(P)" w:eastAsia="华康俪金黑W8(P)" w:cs="华康俪金黑W8(P)"/>
                          <w:color w:val="CB0100"/>
                          <w:sz w:val="90"/>
                          <w:szCs w:val="90"/>
                          <w:lang w:eastAsia="zh-CN"/>
                        </w:rPr>
                        <w:t>快乐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5395595</wp:posOffset>
                </wp:positionH>
                <wp:positionV relativeFrom="paragraph">
                  <wp:posOffset>300355</wp:posOffset>
                </wp:positionV>
                <wp:extent cx="4025265" cy="360807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5265" cy="3608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i/>
                                <w:color w:val="C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i/>
                                <w:color w:val="C00000"/>
                                <w:sz w:val="44"/>
                                <w:szCs w:val="44"/>
                              </w:rPr>
                              <w:t>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i/>
                                <w:color w:val="C00000"/>
                                <w:sz w:val="44"/>
                                <w:szCs w:val="44"/>
                                <w:lang w:eastAsia="zh-CN"/>
                              </w:rPr>
                              <w:t>包饺子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ind w:left="0" w:leftChars="0" w:right="0" w:rightChars="0" w:firstLine="560" w:firstLineChars="20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Times New Roman" w:hAnsi="Times New Roman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sz w:val="28"/>
                                <w:szCs w:val="28"/>
                                <w:lang w:eastAsia="zh-CN"/>
                              </w:rPr>
                              <w:t>要包饺子了，我、奶奶、爷爷，都系上了围裙，准备好了，要包饺子了，爷爷先和好了陷，奶奶就开始擀饺子皮，奶奶先把面切成一块块的，接着搓成长条，再剁成小段，用手一拍，就成了圆坨坨，接下来就好擀皮了，奶奶一手拿擀面杖，一手拿面坨坨，擀面杖边擀，饺子皮边转，奶奶把皮擀好了以后，我就开始包饺子，我学着奶奶的样子，把皮放在手掌心上，然后舀适量的馅，在饺子皮边缘的中间捏一下，然后再把两边捏紧，一个饺子就算包完了，包完了第一个，我为自己而感到自豪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4.85pt;margin-top:23.65pt;height:284.1pt;width:316.95pt;z-index:251673600;mso-width-relative:page;mso-height-relative:page;" filled="f" stroked="f" coordsize="21600,21600" o:gfxdata="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vB669wAAAALAQAADwAAAAAAAAABACAAAAAiAAAAZHJzL2Rvd25yZXYueG1sUEsBAhQAFAAAAAgA&#10;h07iQFX0PGghAgAAGQQAAA4AAAAAAAAAAQAgAAAAKw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i/>
                          <w:color w:val="C00000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i/>
                          <w:color w:val="C00000"/>
                          <w:sz w:val="44"/>
                          <w:szCs w:val="44"/>
                        </w:rPr>
                        <w:t>学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i/>
                          <w:color w:val="C00000"/>
                          <w:sz w:val="44"/>
                          <w:szCs w:val="44"/>
                          <w:lang w:eastAsia="zh-CN"/>
                        </w:rPr>
                        <w:t>包饺子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ind w:left="0" w:leftChars="0" w:right="0" w:rightChars="0" w:firstLine="560" w:firstLineChars="200"/>
                        <w:jc w:val="both"/>
                        <w:textAlignment w:val="auto"/>
                        <w:outlineLvl w:val="9"/>
                        <w:rPr>
                          <w:rFonts w:hint="eastAsia" w:ascii="Times New Roman" w:hAnsi="Times New Roman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/>
                          <w:sz w:val="28"/>
                          <w:szCs w:val="28"/>
                          <w:lang w:eastAsia="zh-CN"/>
                        </w:rPr>
                        <w:t>要包饺子了，我、奶奶、爷爷，都系上了围裙，准备好了，要包饺子了，爷爷先和好了陷，奶奶就开始擀饺子皮，奶奶先把面切成一块块的，接着搓成长条，再剁成小段，用手一拍，就成了圆坨坨，接下来就好擀皮了，奶奶一手拿擀面杖，一手拿面坨坨，擀面杖边擀，饺子皮边转，奶奶把皮擀好了以后，我就开始包饺子，我学着奶奶的样子，把皮放在手掌心上，然后舀适量的馅，在饺子皮边缘的中间捏一下，然后再把两边捏紧，一个饺子就算包完了，包完了第一个，我为自己而感到自豪。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64583168" behindDoc="1" locked="0" layoutInCell="1" allowOverlap="1">
            <wp:simplePos x="0" y="0"/>
            <wp:positionH relativeFrom="column">
              <wp:posOffset>3165475</wp:posOffset>
            </wp:positionH>
            <wp:positionV relativeFrom="paragraph">
              <wp:posOffset>-56515</wp:posOffset>
            </wp:positionV>
            <wp:extent cx="1568450" cy="1176655"/>
            <wp:effectExtent l="73025" t="53975" r="130175" b="140970"/>
            <wp:wrapNone/>
            <wp:docPr id="11" name="图片 11" descr="D:\小学雏鹰报\王昱童3.JPG王昱童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D:\小学雏鹰报\王昱童3.JPG王昱童3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8450" cy="1176655"/>
                    </a:xfrm>
                    <a:prstGeom prst="rect">
                      <a:avLst/>
                    </a:prstGeom>
                    <a:ln w="57150">
                      <a:solidFill>
                        <a:schemeClr val="bg1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4648704" behindDoc="0" locked="0" layoutInCell="1" allowOverlap="1">
                <wp:simplePos x="0" y="0"/>
                <wp:positionH relativeFrom="column">
                  <wp:posOffset>1567180</wp:posOffset>
                </wp:positionH>
                <wp:positionV relativeFrom="paragraph">
                  <wp:posOffset>1967230</wp:posOffset>
                </wp:positionV>
                <wp:extent cx="3369945" cy="6508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9945" cy="650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600" w:firstLineChars="200"/>
                              <w:rPr>
                                <w:rFonts w:hint="eastAsia" w:ascii="微软雅黑" w:hAnsi="微软雅黑" w:eastAsia="微软雅黑" w:cs="微软雅黑"/>
                                <w:b/>
                                <w:i/>
                                <w:color w:val="C0000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i/>
                                <w:color w:val="C00000"/>
                                <w:sz w:val="30"/>
                                <w:szCs w:val="30"/>
                              </w:rPr>
                              <w:t>每日必做一二事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8"/>
                                <w:szCs w:val="28"/>
                                <w:shd w:val="clear" w:fill="FFFFFF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4pt;margin-top:154.9pt;height:51.25pt;width:265.35pt;z-index:264648704;mso-width-relative:page;mso-height-relative:page;" filled="f" stroked="f" coordsize="21600,21600" o:gfxdata="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ZLsIcN0AAAALAQAADwAAAAAAAAABACAAAAAiAAAAZHJzL2Rvd25yZXYueG1sUEsBAhQAFAAAAAgA&#10;h07iQDhbgyUgAgAAGAQAAA4AAAAAAAAAAQAgAAAALA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600" w:firstLineChars="200"/>
                        <w:rPr>
                          <w:rFonts w:hint="eastAsia" w:ascii="微软雅黑" w:hAnsi="微软雅黑" w:eastAsia="微软雅黑" w:cs="微软雅黑"/>
                          <w:b/>
                          <w:i/>
                          <w:color w:val="C00000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i/>
                          <w:color w:val="C00000"/>
                          <w:sz w:val="30"/>
                          <w:szCs w:val="30"/>
                        </w:rPr>
                        <w:t>每日必做一二事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8"/>
                          <w:szCs w:val="28"/>
                          <w:shd w:val="clear" w:fill="FFFFFF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77771264" behindDoc="0" locked="0" layoutInCell="1" allowOverlap="1">
                <wp:simplePos x="0" y="0"/>
                <wp:positionH relativeFrom="column">
                  <wp:posOffset>1899285</wp:posOffset>
                </wp:positionH>
                <wp:positionV relativeFrom="paragraph">
                  <wp:posOffset>-92075</wp:posOffset>
                </wp:positionV>
                <wp:extent cx="1239520" cy="15189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9520" cy="1518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1"/>
                                <w:szCs w:val="21"/>
                                <w:shd w:val="clear" w:fill="FFFFFF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1"/>
                                <w:szCs w:val="21"/>
                                <w:shd w:val="clear" w:fill="FFFFFF"/>
                                <w:lang w:eastAsia="zh-CN"/>
                              </w:rPr>
                              <w:t>慈母手中线，游子身上衣。 临行密密缝，意恐迟迟归。 谁言寸草 心，报得三春晖。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55pt;margin-top:-7.25pt;height:119.6pt;width:97.6pt;z-index:277771264;mso-width-relative:page;mso-height-relative:page;" filled="f" stroked="f" coordsize="21600,21600" o:gfxdata="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Q&#10;5yLcAAAACwEAAA8AAAAAAAAAAQAgAAAAIgAAAGRycy9kb3ducmV2LnhtbFBLAQIUABQAAAAIAIdO&#10;4kD5CdzaHwIAABk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1"/>
                          <w:szCs w:val="21"/>
                          <w:shd w:val="clear" w:fill="FFFFFF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1"/>
                          <w:szCs w:val="21"/>
                          <w:shd w:val="clear" w:fill="FFFFFF"/>
                          <w:lang w:eastAsia="zh-CN"/>
                        </w:rPr>
                        <w:t>慈母手中线，游子身上衣。 临行密密缝，意恐迟迟归。 谁言寸草 心，报得三春晖。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2232660</wp:posOffset>
                </wp:positionH>
                <wp:positionV relativeFrom="paragraph">
                  <wp:posOffset>-694690</wp:posOffset>
                </wp:positionV>
                <wp:extent cx="2453005" cy="44958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3005" cy="449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30"/>
                                <w:szCs w:val="30"/>
                                <w:shd w:val="clear" w:fill="FFFFFF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30"/>
                                <w:szCs w:val="30"/>
                                <w:shd w:val="clear" w:fill="FFFFFF"/>
                                <w:lang w:eastAsia="zh-CN"/>
                              </w:rPr>
                              <w:t>我学会了一首诗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5.8pt;margin-top:-54.7pt;height:35.4pt;width:193.15pt;z-index:251722752;mso-width-relative:page;mso-height-relative:page;" filled="f" stroked="f" coordsize="21600,21600" o:gfxdata="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vdldz3gAAAAwBAAAPAAAAAAAAAAEAIAAAACIAAABkcnMvZG93bnJldi54bWxQSwECFAAUAAAA&#10;CACHTuJAML67kiECAAAaBAAADgAAAAAAAAABACAAAAAt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30"/>
                          <w:szCs w:val="30"/>
                          <w:shd w:val="clear" w:fill="FFFFFF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30"/>
                          <w:szCs w:val="30"/>
                          <w:shd w:val="clear" w:fill="FFFFFF"/>
                          <w:lang w:eastAsia="zh-CN"/>
                        </w:rPr>
                        <w:t>我学会了一首诗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887730</wp:posOffset>
                </wp:positionH>
                <wp:positionV relativeFrom="paragraph">
                  <wp:posOffset>3815080</wp:posOffset>
                </wp:positionV>
                <wp:extent cx="3794125" cy="218313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4125" cy="2183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ind w:left="0" w:leftChars="0" w:right="0" w:rightChars="0" w:firstLine="560" w:firstLineChars="200"/>
                              <w:jc w:val="both"/>
                              <w:textAlignment w:val="auto"/>
                              <w:outlineLvl w:val="9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.每天坚持表内乘、除法和100以内加、减法口算练习，达到熟练程度。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ind w:left="0" w:leftChars="0" w:right="0" w:rightChars="0" w:firstLine="560" w:firstLineChars="20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2.每天坚持阅读课外书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30分钟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，寒假期间建议读两至三本书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ind w:left="0" w:leftChars="0" w:right="0" w:rightChars="0" w:firstLine="560" w:firstLineChars="200"/>
                              <w:jc w:val="both"/>
                              <w:textAlignment w:val="auto"/>
                              <w:outlineLvl w:val="9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3.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坚持锻炼身体，每天能练习跳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短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绳、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踢毽子，临睡前能在床上练习30秒坐位体前屈，膝盖绷直，不弯曲，双手尽量摸脚尖。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ind w:left="0" w:leftChars="0" w:right="0" w:rightChars="0" w:firstLine="560" w:firstLineChars="20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auto"/>
                                <w:spacing w:val="0"/>
                                <w:sz w:val="28"/>
                                <w:szCs w:val="28"/>
                                <w:shd w:val="clear" w:fill="FFFFFF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9pt;margin-top:300.4pt;height:171.9pt;width:298.75pt;z-index:251689984;mso-width-relative:page;mso-height-relative:page;" filled="f" stroked="f" coordsize="21600,21600" o:gfxdata="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w548bcAAAACwEAAA8AAAAAAAAAAQAgAAAAIgAAAGRycy9kb3ducmV2LnhtbFBLAQIUABQAAAAI&#10;AIdO4kDRumHAIgIAABkEAAAOAAAAAAAAAAEAIAAAACs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ind w:left="0" w:leftChars="0" w:right="0" w:rightChars="0" w:firstLine="560" w:firstLineChars="200"/>
                        <w:jc w:val="both"/>
                        <w:textAlignment w:val="auto"/>
                        <w:outlineLvl w:val="9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.每天坚持表内乘、除法和100以内加、减法口算练习，达到熟练程度。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ind w:left="0" w:leftChars="0" w:right="0" w:rightChars="0" w:firstLine="560" w:firstLineChars="200"/>
                        <w:jc w:val="both"/>
                        <w:textAlignment w:val="auto"/>
                        <w:outlineLvl w:val="9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2.每天坚持阅读课外书</w:t>
                      </w:r>
                      <w:r>
                        <w:rPr>
                          <w:sz w:val="28"/>
                          <w:szCs w:val="28"/>
                        </w:rPr>
                        <w:t>30分钟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，寒假期间建议读两至三本书</w:t>
                      </w:r>
                      <w:r>
                        <w:rPr>
                          <w:sz w:val="28"/>
                          <w:szCs w:val="28"/>
                        </w:rPr>
                        <w:t>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ind w:left="0" w:leftChars="0" w:right="0" w:rightChars="0" w:firstLine="560" w:firstLineChars="200"/>
                        <w:jc w:val="both"/>
                        <w:textAlignment w:val="auto"/>
                        <w:outlineLvl w:val="9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3.</w:t>
                      </w:r>
                      <w:r>
                        <w:rPr>
                          <w:sz w:val="28"/>
                          <w:szCs w:val="28"/>
                        </w:rPr>
                        <w:t>坚持锻炼身体，每天能练习跳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短</w:t>
                      </w:r>
                      <w:r>
                        <w:rPr>
                          <w:sz w:val="28"/>
                          <w:szCs w:val="28"/>
                        </w:rPr>
                        <w:t>绳、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踢毽子，临睡前能在床上练习30秒坐位体前屈，膝盖绷直，不弯曲，双手尽量摸脚尖。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ind w:left="0" w:leftChars="0" w:right="0" w:rightChars="0" w:firstLine="560" w:firstLineChars="20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auto"/>
                          <w:spacing w:val="0"/>
                          <w:sz w:val="28"/>
                          <w:szCs w:val="28"/>
                          <w:shd w:val="clear" w:fill="FFFFFF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7096704" behindDoc="0" locked="0" layoutInCell="1" allowOverlap="1">
                <wp:simplePos x="0" y="0"/>
                <wp:positionH relativeFrom="column">
                  <wp:posOffset>1499870</wp:posOffset>
                </wp:positionH>
                <wp:positionV relativeFrom="paragraph">
                  <wp:posOffset>734695</wp:posOffset>
                </wp:positionV>
                <wp:extent cx="4623435" cy="179832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3435" cy="1798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4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44"/>
                                <w:szCs w:val="44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44"/>
                                <w:szCs w:val="44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我们的设计图片质量支持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44"/>
                                <w:szCs w:val="44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A3打印哦。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44"/>
                                <w:szCs w:val="44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可以自行修改编辑上面的文字和图片，也可以将线描稿打印在白纸上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44"/>
                                <w:szCs w:val="44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带着自己的孩子一起完成创作哦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8.1pt;margin-top:57.85pt;height:141.6pt;width:364.05pt;z-index:257096704;mso-width-relative:page;mso-height-relative:page;" filled="f" stroked="f" coordsize="21600,21600" o:gfxdata="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4OhB/cAAAACwEAAA8AAAAAAAAAAQAgAAAAIgAAAGRycy9kb3ducmV2LnhtbFBLAQIUABQAAAAI&#10;AIdO4kDbaMkeIgIAABsEAAAOAAAAAAAAAAEAIAAAACs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4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FFFFFF" w:themeColor="background1"/>
                          <w:spacing w:val="0"/>
                          <w:sz w:val="44"/>
                          <w:szCs w:val="44"/>
                          <w:shd w:val="clear" w:fill="FFFFFF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FFFFFF" w:themeColor="background1"/>
                          <w:spacing w:val="0"/>
                          <w:sz w:val="44"/>
                          <w:szCs w:val="44"/>
                          <w:shd w:val="clear" w:fill="FFFFFF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我们的设计图片质量支持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FFFFFF" w:themeColor="background1"/>
                          <w:spacing w:val="0"/>
                          <w:sz w:val="44"/>
                          <w:szCs w:val="44"/>
                          <w:shd w:val="clear" w:fill="FFFFFF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A3打印哦。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FFFFFF" w:themeColor="background1"/>
                          <w:spacing w:val="0"/>
                          <w:sz w:val="44"/>
                          <w:szCs w:val="44"/>
                          <w:shd w:val="clear" w:fill="FFFFFF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可以自行修改编辑上面的文字和图片，也可以将线描稿打印在白纸上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FFFFFF" w:themeColor="background1"/>
                          <w:spacing w:val="0"/>
                          <w:sz w:val="44"/>
                          <w:szCs w:val="44"/>
                          <w:shd w:val="clear" w:fill="FFFFFF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带着自己的孩子一起完成创作哦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4376960" behindDoc="0" locked="0" layoutInCell="1" allowOverlap="1">
                <wp:simplePos x="0" y="0"/>
                <wp:positionH relativeFrom="column">
                  <wp:posOffset>655955</wp:posOffset>
                </wp:positionH>
                <wp:positionV relativeFrom="paragraph">
                  <wp:posOffset>-271780</wp:posOffset>
                </wp:positionV>
                <wp:extent cx="8112760" cy="439166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2760" cy="4391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auto"/>
                                <w:spacing w:val="0"/>
                                <w:sz w:val="84"/>
                                <w:szCs w:val="84"/>
                                <w:shd w:val="clear" w:fill="FFFFFF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auto"/>
                                <w:spacing w:val="0"/>
                                <w:sz w:val="84"/>
                                <w:szCs w:val="84"/>
                                <w:shd w:val="clear" w:fill="FFFFFF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7588885" cy="4718050"/>
                                  <wp:effectExtent l="0" t="0" r="12065" b="6350"/>
                                  <wp:docPr id="19" name="图片 19" descr="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图片 19" descr="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88885" cy="47180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.65pt;margin-top:-21.4pt;height:345.8pt;width:638.8pt;z-index:254376960;mso-width-relative:page;mso-height-relative:page;" filled="f" stroked="f" coordsize="21600,21600" o:gfxdata="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Vn&#10;h6LcAAAADAEAAA8AAAAAAAAAAQAgAAAAIgAAAGRycy9kb3ducmV2LnhtbFBLAQIUABQAAAAIAIdO&#10;4kAYgoJ9HwIAABs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auto"/>
                          <w:spacing w:val="0"/>
                          <w:sz w:val="84"/>
                          <w:szCs w:val="84"/>
                          <w:shd w:val="clear" w:fill="FFFFFF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auto"/>
                          <w:spacing w:val="0"/>
                          <w:sz w:val="84"/>
                          <w:szCs w:val="84"/>
                          <w:shd w:val="clear" w:fill="FFFFFF"/>
                          <w:lang w:eastAsia="zh-CN"/>
                        </w:rPr>
                        <w:drawing>
                          <wp:inline distT="0" distB="0" distL="114300" distR="114300">
                            <wp:extent cx="7588885" cy="4718050"/>
                            <wp:effectExtent l="0" t="0" r="12065" b="6350"/>
                            <wp:docPr id="19" name="图片 19" descr="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" name="图片 19" descr="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588885" cy="47180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/>
    <w:sectPr>
      <w:headerReference r:id="rId4" w:type="first"/>
      <w:headerReference r:id="rId3" w:type="default"/>
      <w:pgSz w:w="16838" w:h="11906" w:orient="landscape"/>
      <w:pgMar w:top="1803" w:right="1440" w:bottom="1803" w:left="1440" w:header="851" w:footer="992" w:gutter="0"/>
      <w:cols w:space="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康俪金黑W8(P)">
    <w:altName w:val="黑体"/>
    <w:panose1 w:val="020B0800000000000000"/>
    <w:charset w:val="86"/>
    <w:family w:val="auto"/>
    <w:pitch w:val="default"/>
    <w:sig w:usb0="00000000" w:usb1="00000000" w:usb2="00000012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-913765</wp:posOffset>
          </wp:positionH>
          <wp:positionV relativeFrom="paragraph">
            <wp:posOffset>-552450</wp:posOffset>
          </wp:positionV>
          <wp:extent cx="10737850" cy="7592695"/>
          <wp:effectExtent l="0" t="0" r="6350" b="8255"/>
          <wp:wrapNone/>
          <wp:docPr id="3" name="图片 3" descr="D:\稻壳\手抄报\0210手抄报_4_2.jpg0210手抄报_4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D:\稻壳\手抄报\0210手抄报_4_2.jpg0210手抄报_4_2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37850" cy="75926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-913765</wp:posOffset>
          </wp:positionH>
          <wp:positionV relativeFrom="paragraph">
            <wp:posOffset>7186930</wp:posOffset>
          </wp:positionV>
          <wp:extent cx="10701020" cy="7566660"/>
          <wp:effectExtent l="0" t="0" r="5080" b="15240"/>
          <wp:wrapNone/>
          <wp:docPr id="1" name="图片 1" descr="D:\稻壳\手抄报\0210手抄报_1_2.jpg0210手抄报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D:\稻壳\手抄报\0210手抄报_1_2.jpg0210手抄报_1_2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01020" cy="7566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-913765</wp:posOffset>
          </wp:positionH>
          <wp:positionV relativeFrom="paragraph">
            <wp:posOffset>-551815</wp:posOffset>
          </wp:positionV>
          <wp:extent cx="10704830" cy="7568565"/>
          <wp:effectExtent l="0" t="0" r="1270" b="13335"/>
          <wp:wrapNone/>
          <wp:docPr id="2" name="图片 2" descr="D:\稻壳\手抄报\0210手抄报_4_1.jpg0210手抄报_4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D:\稻壳\手抄报\0210手抄报_4_1.jpg0210手抄报_4_1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04830" cy="7568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embedSystemFonts/>
  <w:bordersDoNotSurroundHeader w:val="0"/>
  <w:bordersDoNotSurroundFooter w:val="0"/>
  <w:attachedTemplate r:id="rId1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D3154C"/>
    <w:rsid w:val="03843B0C"/>
    <w:rsid w:val="0AD3154C"/>
    <w:rsid w:val="0E540384"/>
    <w:rsid w:val="140B084E"/>
    <w:rsid w:val="196E1510"/>
    <w:rsid w:val="1EF54CAA"/>
    <w:rsid w:val="219774B7"/>
    <w:rsid w:val="224F7ACE"/>
    <w:rsid w:val="22AC1700"/>
    <w:rsid w:val="2E97432F"/>
    <w:rsid w:val="309243BF"/>
    <w:rsid w:val="38207FF5"/>
    <w:rsid w:val="40DB093B"/>
    <w:rsid w:val="5A5C1FFA"/>
    <w:rsid w:val="5C24290C"/>
    <w:rsid w:val="642652B1"/>
    <w:rsid w:val="64F178C0"/>
    <w:rsid w:val="6C8239C1"/>
    <w:rsid w:val="71FD29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7">
    <w:name w:val="Emphasis"/>
    <w:basedOn w:val="6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5.png"/><Relationship Id="rId6" Type="http://schemas.openxmlformats.org/officeDocument/2006/relationships/image" Target="media/image4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38336565-6335-6237-2d36-6564302d3737\&#24555;&#20048;&#23506;&#20551;&#26032;&#24180;&#25163;&#32472;&#30005;&#23376;&#25163;&#25220;&#2525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快乐寒假新年手绘电子手抄报.docx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2020-01-09T01:44:00Z</dcterms:created>
  <dc:creator>一颗西柚科科</dc:creator>
  <cp:lastModifiedBy>一颗西柚科科</cp:lastModifiedBy>
  <dcterms:modified xsi:type="dcterms:W3CDTF">2020-01-09T01:44:17Z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