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A6F" w:rsidRDefault="00A14A6F" w:rsidP="00F00D50">
      <w:r>
        <w:t xml:space="preserve">                         </w:t>
      </w:r>
    </w:p>
    <w:p w:rsidR="00A14A6F" w:rsidRDefault="00A14A6F" w:rsidP="00F00D50">
      <w:r>
        <w:t xml:space="preserve">                              </w:t>
      </w:r>
      <w:r>
        <w:rPr>
          <w:rFonts w:hint="eastAsia"/>
        </w:rPr>
        <w:t>新媒体主播合约</w:t>
      </w:r>
      <w:r>
        <w:t xml:space="preserve">  </w:t>
      </w:r>
    </w:p>
    <w:p w:rsidR="00A14A6F" w:rsidRDefault="00A14A6F" w:rsidP="00F00D50">
      <w:r>
        <w:t xml:space="preserve">                                         </w:t>
      </w:r>
    </w:p>
    <w:p w:rsidR="00A14A6F" w:rsidRDefault="00A14A6F" w:rsidP="00F00D50"/>
    <w:p w:rsidR="00A14A6F" w:rsidRDefault="00A14A6F" w:rsidP="00F00D50">
      <w:r>
        <w:rPr>
          <w:rFonts w:hint="eastAsia"/>
        </w:rPr>
        <w:t>甲方：</w:t>
      </w:r>
      <w:r>
        <w:t xml:space="preserve">  </w:t>
      </w:r>
    </w:p>
    <w:p w:rsidR="00A14A6F" w:rsidRDefault="00A14A6F" w:rsidP="00F00D50"/>
    <w:p w:rsidR="00A14A6F" w:rsidRDefault="00A14A6F" w:rsidP="00F00D50">
      <w:r>
        <w:rPr>
          <w:rFonts w:hint="eastAsia"/>
        </w:rPr>
        <w:t>法定代表人：</w:t>
      </w:r>
      <w:r>
        <w:t xml:space="preserve">  </w:t>
      </w:r>
    </w:p>
    <w:p w:rsidR="00A14A6F" w:rsidRDefault="00A14A6F" w:rsidP="00F00D50"/>
    <w:p w:rsidR="00A14A6F" w:rsidRDefault="00A14A6F" w:rsidP="00F00D50">
      <w:r>
        <w:rPr>
          <w:rFonts w:hint="eastAsia"/>
        </w:rPr>
        <w:t>联系电话：</w:t>
      </w:r>
      <w:r>
        <w:t xml:space="preserve">  </w:t>
      </w:r>
    </w:p>
    <w:p w:rsidR="00A14A6F" w:rsidRDefault="00A14A6F" w:rsidP="00F00D50"/>
    <w:p w:rsidR="00A14A6F" w:rsidRDefault="00A14A6F" w:rsidP="00F00D50">
      <w:r>
        <w:rPr>
          <w:rFonts w:hint="eastAsia"/>
        </w:rPr>
        <w:t>地址：</w:t>
      </w:r>
      <w:r>
        <w:t xml:space="preserve"> </w:t>
      </w:r>
    </w:p>
    <w:p w:rsidR="00A14A6F" w:rsidRDefault="00A14A6F" w:rsidP="00F00D50"/>
    <w:p w:rsidR="00A14A6F" w:rsidRDefault="00A14A6F" w:rsidP="00F00D50">
      <w:r>
        <w:t xml:space="preserve">  </w:t>
      </w:r>
    </w:p>
    <w:p w:rsidR="00A14A6F" w:rsidRDefault="00A14A6F" w:rsidP="00F00D50"/>
    <w:p w:rsidR="00A14A6F" w:rsidRDefault="00A14A6F" w:rsidP="00F00D50">
      <w:r>
        <w:rPr>
          <w:rFonts w:hint="eastAsia"/>
        </w:rPr>
        <w:t>乙方：</w:t>
      </w:r>
      <w:r>
        <w:t xml:space="preserve">  </w:t>
      </w:r>
    </w:p>
    <w:p w:rsidR="00A14A6F" w:rsidRDefault="00A14A6F" w:rsidP="00F00D50"/>
    <w:p w:rsidR="00A14A6F" w:rsidRDefault="00A14A6F" w:rsidP="00F00D50">
      <w:r>
        <w:rPr>
          <w:rFonts w:hint="eastAsia"/>
        </w:rPr>
        <w:t>住址：</w:t>
      </w:r>
      <w:r>
        <w:t xml:space="preserve">  </w:t>
      </w:r>
    </w:p>
    <w:p w:rsidR="00A14A6F" w:rsidRDefault="00A14A6F" w:rsidP="00F00D50"/>
    <w:p w:rsidR="00A14A6F" w:rsidRDefault="00A14A6F" w:rsidP="00F00D50">
      <w:r>
        <w:rPr>
          <w:rFonts w:hint="eastAsia"/>
        </w:rPr>
        <w:t>联系电话：</w:t>
      </w:r>
      <w:r>
        <w:t xml:space="preserve">  </w:t>
      </w:r>
    </w:p>
    <w:p w:rsidR="00A14A6F" w:rsidRDefault="00A14A6F" w:rsidP="00F00D50"/>
    <w:p w:rsidR="00A14A6F" w:rsidRDefault="00A14A6F" w:rsidP="00F00D50">
      <w:r>
        <w:rPr>
          <w:rFonts w:hint="eastAsia"/>
        </w:rPr>
        <w:t>电子邮箱：</w:t>
      </w:r>
      <w:r>
        <w:t xml:space="preserve">  </w:t>
      </w:r>
    </w:p>
    <w:p w:rsidR="00A14A6F" w:rsidRDefault="00A14A6F" w:rsidP="00F00D50"/>
    <w:p w:rsidR="00A14A6F" w:rsidRDefault="00A14A6F" w:rsidP="00F00D50">
      <w:r>
        <w:rPr>
          <w:rFonts w:hint="eastAsia"/>
        </w:rPr>
        <w:t>身份证号码：</w:t>
      </w:r>
      <w:r>
        <w:t xml:space="preserve">  </w:t>
      </w:r>
    </w:p>
    <w:p w:rsidR="00A14A6F" w:rsidRDefault="00A14A6F" w:rsidP="00F00D50">
      <w:r>
        <w:t xml:space="preserve">                      </w:t>
      </w:r>
    </w:p>
    <w:p w:rsidR="00A14A6F" w:rsidRDefault="00A14A6F" w:rsidP="00F00D50">
      <w:r>
        <w:t xml:space="preserve">                      </w:t>
      </w:r>
    </w:p>
    <w:p w:rsidR="00A14A6F" w:rsidRDefault="00A14A6F" w:rsidP="00F00D50"/>
    <w:p w:rsidR="00A14A6F" w:rsidRDefault="00A14A6F" w:rsidP="00F00D50">
      <w:r>
        <w:rPr>
          <w:rFonts w:hint="eastAsia"/>
        </w:rPr>
        <w:t>鉴二：</w:t>
      </w:r>
      <w:r>
        <w:t xml:space="preserve">  </w:t>
      </w:r>
    </w:p>
    <w:p w:rsidR="00A14A6F" w:rsidRDefault="00A14A6F" w:rsidP="00F00D50"/>
    <w:p w:rsidR="00A14A6F" w:rsidRDefault="00A14A6F" w:rsidP="00F00D50">
      <w:r>
        <w:rPr>
          <w:rFonts w:hint="eastAsia"/>
        </w:rPr>
        <w:t>甲方是一家文化传媒公司，拥有丰富的影视娱乐与互联网资源，与其国内诸多知名的媒体</w:t>
      </w:r>
      <w:r>
        <w:t xml:space="preserve"> </w:t>
      </w:r>
    </w:p>
    <w:p w:rsidR="00A14A6F" w:rsidRDefault="00A14A6F" w:rsidP="00F00D50"/>
    <w:p w:rsidR="00A14A6F" w:rsidRDefault="00A14A6F" w:rsidP="00F00D50">
      <w:r>
        <w:rPr>
          <w:rFonts w:hint="eastAsia"/>
        </w:rPr>
        <w:t>平台达成了战略联盟。乙方愿意与甲方进行深度合作，接受甲方的委托，在甲方指定的</w:t>
      </w:r>
      <w:r>
        <w:t xml:space="preserve"> </w:t>
      </w:r>
    </w:p>
    <w:p w:rsidR="00A14A6F" w:rsidRDefault="00A14A6F" w:rsidP="00F00D50"/>
    <w:p w:rsidR="00A14A6F" w:rsidRDefault="00A14A6F" w:rsidP="00F00D50">
      <w:r>
        <w:rPr>
          <w:rFonts w:hint="eastAsia"/>
        </w:rPr>
        <w:t>平台进行多样化发展。甲乙双方彼此充分信任，绊友好协商，双方自愿签订如下合作协</w:t>
      </w:r>
      <w:r>
        <w:t xml:space="preserve"> </w:t>
      </w:r>
    </w:p>
    <w:p w:rsidR="00A14A6F" w:rsidRDefault="00A14A6F" w:rsidP="00F00D50"/>
    <w:p w:rsidR="00A14A6F" w:rsidRDefault="00A14A6F" w:rsidP="00F00D50">
      <w:r>
        <w:rPr>
          <w:rFonts w:hint="eastAsia"/>
        </w:rPr>
        <w:t>议：</w:t>
      </w:r>
      <w:r>
        <w:t xml:space="preserve">  </w:t>
      </w:r>
    </w:p>
    <w:p w:rsidR="00A14A6F" w:rsidRDefault="00A14A6F" w:rsidP="00F00D50"/>
    <w:p w:rsidR="00A14A6F" w:rsidRDefault="00A14A6F" w:rsidP="00F00D50">
      <w:r>
        <w:t xml:space="preserve">  </w:t>
      </w:r>
    </w:p>
    <w:p w:rsidR="00A14A6F" w:rsidRDefault="00A14A6F" w:rsidP="00F00D50"/>
    <w:p w:rsidR="00A14A6F" w:rsidRDefault="00A14A6F" w:rsidP="00F00D50">
      <w:r>
        <w:rPr>
          <w:rFonts w:hint="eastAsia"/>
        </w:rPr>
        <w:t>一、定义</w:t>
      </w:r>
      <w:r>
        <w:t xml:space="preserve">  </w:t>
      </w:r>
    </w:p>
    <w:p w:rsidR="00A14A6F" w:rsidRDefault="00A14A6F" w:rsidP="00F00D50"/>
    <w:p w:rsidR="00A14A6F" w:rsidRDefault="00A14A6F" w:rsidP="00F00D50">
      <w:r>
        <w:t>1.</w:t>
      </w:r>
      <w:r>
        <w:rPr>
          <w:rFonts w:hint="eastAsia"/>
        </w:rPr>
        <w:t>乙方成为甲方签约新媒体主播</w:t>
      </w:r>
      <w:r>
        <w:t>,</w:t>
      </w:r>
      <w:r>
        <w:rPr>
          <w:rFonts w:hint="eastAsia"/>
        </w:rPr>
        <w:t>乙方的演艺事务由甲方安排运作</w:t>
      </w:r>
      <w:r>
        <w:t xml:space="preserve">, </w:t>
      </w:r>
      <w:r>
        <w:rPr>
          <w:rFonts w:hint="eastAsia"/>
        </w:rPr>
        <w:t>甲乙双方可以向</w:t>
      </w:r>
      <w:r>
        <w:t xml:space="preserve"> </w:t>
      </w:r>
    </w:p>
    <w:p w:rsidR="00A14A6F" w:rsidRDefault="00A14A6F" w:rsidP="00F00D50"/>
    <w:p w:rsidR="00A14A6F" w:rsidRDefault="00A14A6F" w:rsidP="00F00D50">
      <w:r>
        <w:rPr>
          <w:rFonts w:hint="eastAsia"/>
        </w:rPr>
        <w:t>第三方申请演出资源支持。</w:t>
      </w:r>
      <w:r>
        <w:t xml:space="preserve">  </w:t>
      </w:r>
    </w:p>
    <w:p w:rsidR="00A14A6F" w:rsidRDefault="00A14A6F" w:rsidP="00F00D50"/>
    <w:p w:rsidR="00A14A6F" w:rsidRDefault="00A14A6F" w:rsidP="00F00D50">
      <w:r>
        <w:t>2.</w:t>
      </w:r>
      <w:r>
        <w:rPr>
          <w:rFonts w:hint="eastAsia"/>
        </w:rPr>
        <w:t>甲乙双方同意就乙方在新媒体主播方面全球范围内线上演艺事务</w:t>
      </w:r>
      <w:r>
        <w:t>(</w:t>
      </w:r>
      <w:r>
        <w:rPr>
          <w:rFonts w:hint="eastAsia"/>
        </w:rPr>
        <w:t>以下简称</w:t>
      </w:r>
      <w:r>
        <w:t>:</w:t>
      </w:r>
      <w:r>
        <w:rPr>
          <w:rFonts w:hint="eastAsia"/>
        </w:rPr>
        <w:t>乙方演艺</w:t>
      </w:r>
      <w:r>
        <w:t xml:space="preserve"> </w:t>
      </w:r>
    </w:p>
    <w:p w:rsidR="00A14A6F" w:rsidRDefault="00A14A6F" w:rsidP="00F00D50"/>
    <w:p w:rsidR="00A14A6F" w:rsidRDefault="00A14A6F" w:rsidP="00F00D50">
      <w:r>
        <w:rPr>
          <w:rFonts w:hint="eastAsia"/>
        </w:rPr>
        <w:t>事务</w:t>
      </w:r>
      <w:r>
        <w:t>)</w:t>
      </w:r>
      <w:r>
        <w:rPr>
          <w:rFonts w:hint="eastAsia"/>
        </w:rPr>
        <w:t>进行合作，乙方在新媒体方面全球范围内线上演艺事务独家的</w:t>
      </w:r>
      <w:r>
        <w:t>,</w:t>
      </w:r>
      <w:r>
        <w:rPr>
          <w:rFonts w:hint="eastAsia"/>
        </w:rPr>
        <w:t>排他性的委托甲方担任独家主播经纪人</w:t>
      </w:r>
      <w:r>
        <w:t>,</w:t>
      </w:r>
      <w:r>
        <w:rPr>
          <w:rFonts w:hint="eastAsia"/>
        </w:rPr>
        <w:t>甲方接受上述委托，根据本合同约定担任乙方独家经纪人，对乙方</w:t>
      </w:r>
      <w:r>
        <w:t xml:space="preserve"> </w:t>
      </w:r>
    </w:p>
    <w:p w:rsidR="00A14A6F" w:rsidRDefault="00A14A6F" w:rsidP="00F00D50"/>
    <w:p w:rsidR="00A14A6F" w:rsidRDefault="00A14A6F" w:rsidP="00F00D50">
      <w:r>
        <w:rPr>
          <w:rFonts w:hint="eastAsia"/>
        </w:rPr>
        <w:t>线上线下演艺事务进行全面管理，乙方是以自由身份签订本合约。</w:t>
      </w:r>
      <w:r>
        <w:t xml:space="preserve">  </w:t>
      </w:r>
    </w:p>
    <w:p w:rsidR="00A14A6F" w:rsidRDefault="00A14A6F" w:rsidP="00F00D50"/>
    <w:p w:rsidR="00A14A6F" w:rsidRDefault="00A14A6F" w:rsidP="00F00D50">
      <w:r>
        <w:t>3.</w:t>
      </w:r>
      <w:r w:rsidRPr="00286939">
        <w:rPr>
          <w:rFonts w:ascii="宋体" w:hAnsi="宋体"/>
          <w:color w:val="000000"/>
          <w:szCs w:val="21"/>
        </w:rPr>
        <w:t xml:space="preserve"> </w:t>
      </w:r>
      <w:r>
        <w:rPr>
          <w:rFonts w:ascii="宋体" w:hAnsi="宋体" w:hint="eastAsia"/>
          <w:color w:val="000000"/>
          <w:szCs w:val="21"/>
        </w:rPr>
        <w:t>本条主播业务的内容包括：符合中华人民共和国法律、法规规定的并为之允许的电影、电视、录影、广告、舞台、演唱、录音、剪彩、广播、灌录唱片、登台演出、模特、电台访问或录音，亲自出席宣传推广工作及有关主播事业需要的活动</w:t>
      </w:r>
      <w:r>
        <w:rPr>
          <w:rFonts w:hint="eastAsia"/>
        </w:rPr>
        <w:t>，乙方根据甲方运营需求向甲方持有的各公众帐号提供相关适当的内容</w:t>
      </w:r>
      <w:r>
        <w:t xml:space="preserve"> </w:t>
      </w:r>
      <w:r>
        <w:rPr>
          <w:rFonts w:hint="eastAsia"/>
        </w:rPr>
        <w:t>，乙方作品著作权和邻接权的处置和使用</w:t>
      </w:r>
      <w:r>
        <w:t xml:space="preserve"> </w:t>
      </w:r>
      <w:r>
        <w:rPr>
          <w:rFonts w:hint="eastAsia"/>
        </w:rPr>
        <w:t>，运作评选比赛</w:t>
      </w:r>
      <w:r>
        <w:t>,</w:t>
      </w:r>
      <w:r>
        <w:rPr>
          <w:rFonts w:hint="eastAsia"/>
        </w:rPr>
        <w:t>乙方只能在在甲方指定的直播平台上发布视频</w:t>
      </w:r>
      <w:r>
        <w:t>,</w:t>
      </w:r>
      <w:r>
        <w:rPr>
          <w:rFonts w:hint="eastAsia"/>
        </w:rPr>
        <w:t>广告及进行商业宣传</w:t>
      </w:r>
      <w:r>
        <w:t>,</w:t>
      </w:r>
      <w:r>
        <w:rPr>
          <w:rFonts w:hint="eastAsia"/>
        </w:rPr>
        <w:t>出席参加各类商务及公关活动</w:t>
      </w:r>
      <w:r>
        <w:t>,</w:t>
      </w:r>
      <w:r>
        <w:rPr>
          <w:rFonts w:hint="eastAsia"/>
        </w:rPr>
        <w:t>涉及乙方的个人形象</w:t>
      </w:r>
      <w:r>
        <w:t>(</w:t>
      </w:r>
      <w:r>
        <w:rPr>
          <w:rFonts w:hint="eastAsia"/>
        </w:rPr>
        <w:t>包括肖像权及名誉权</w:t>
      </w:r>
      <w:r>
        <w:t>)</w:t>
      </w:r>
      <w:r>
        <w:rPr>
          <w:rFonts w:hint="eastAsia"/>
        </w:rPr>
        <w:t>和乙方创作的线上作品的著作权的一切事务活动</w:t>
      </w:r>
      <w:r>
        <w:t xml:space="preserve"> </w:t>
      </w:r>
      <w:r>
        <w:rPr>
          <w:rFonts w:hint="eastAsia"/>
        </w:rPr>
        <w:t>，其它一切可能会对甲乙双方的权益和收益产生影响的商业活动</w:t>
      </w:r>
      <w:r>
        <w:t>,</w:t>
      </w:r>
      <w:r>
        <w:rPr>
          <w:rFonts w:hint="eastAsia"/>
        </w:rPr>
        <w:t>公益活动以及会对甲乙双方在公众和媒体产生影响的一切事务。</w:t>
      </w:r>
      <w:r>
        <w:t xml:space="preserve">  </w:t>
      </w:r>
    </w:p>
    <w:p w:rsidR="00A14A6F" w:rsidRDefault="00A14A6F" w:rsidP="00F00D50"/>
    <w:p w:rsidR="00A14A6F" w:rsidRDefault="00A14A6F" w:rsidP="00F00D50">
      <w:r>
        <w:t xml:space="preserve">4. </w:t>
      </w:r>
      <w:r>
        <w:rPr>
          <w:rFonts w:hint="eastAsia"/>
        </w:rPr>
        <w:t>甲方将在合作过程中根据乙方的个人特点、艺术造诣领域</w:t>
      </w:r>
      <w:r>
        <w:t>,</w:t>
      </w:r>
      <w:r>
        <w:rPr>
          <w:rFonts w:hint="eastAsia"/>
        </w:rPr>
        <w:t>发展方向等具体情况选择适合</w:t>
      </w:r>
      <w:r>
        <w:t xml:space="preserve"> </w:t>
      </w:r>
    </w:p>
    <w:p w:rsidR="00A14A6F" w:rsidRDefault="00A14A6F" w:rsidP="00F00D50"/>
    <w:p w:rsidR="00A14A6F" w:rsidRDefault="00A14A6F" w:rsidP="00F00D50">
      <w:r>
        <w:rPr>
          <w:rFonts w:hint="eastAsia"/>
        </w:rPr>
        <w:t>乙方的方式代为全面管理。</w:t>
      </w:r>
      <w:r>
        <w:t xml:space="preserve">  </w:t>
      </w:r>
    </w:p>
    <w:p w:rsidR="00A14A6F" w:rsidRDefault="00A14A6F" w:rsidP="00F00D50"/>
    <w:p w:rsidR="00A14A6F" w:rsidRDefault="00A14A6F" w:rsidP="00F00D50">
      <w:r>
        <w:t>5.</w:t>
      </w:r>
      <w:r>
        <w:rPr>
          <w:rFonts w:hint="eastAsia"/>
        </w:rPr>
        <w:t>甲乙双方所签订的本合约为独家、其他的合约</w:t>
      </w:r>
      <w:r>
        <w:t>,</w:t>
      </w:r>
      <w:r>
        <w:rPr>
          <w:rFonts w:hint="eastAsia"/>
        </w:rPr>
        <w:t>乙方未经甲方书面允许</w:t>
      </w:r>
      <w:r>
        <w:t>,</w:t>
      </w:r>
      <w:r>
        <w:rPr>
          <w:rFonts w:hint="eastAsia"/>
        </w:rPr>
        <w:t>不得和除甲方</w:t>
      </w:r>
      <w:r>
        <w:t xml:space="preserve"> </w:t>
      </w:r>
    </w:p>
    <w:p w:rsidR="00A14A6F" w:rsidRDefault="00A14A6F" w:rsidP="00F00D50"/>
    <w:p w:rsidR="00A14A6F" w:rsidRDefault="00A14A6F" w:rsidP="00F00D50">
      <w:r>
        <w:rPr>
          <w:rFonts w:hint="eastAsia"/>
        </w:rPr>
        <w:t>以外任何第三方就本合约所涉及范围及内容进行任何形式上的合作</w:t>
      </w:r>
      <w:r>
        <w:t>,</w:t>
      </w:r>
      <w:r>
        <w:rPr>
          <w:rFonts w:hint="eastAsia"/>
        </w:rPr>
        <w:t>安排和签署任何协</w:t>
      </w:r>
      <w:r>
        <w:t xml:space="preserve"> </w:t>
      </w:r>
    </w:p>
    <w:p w:rsidR="00A14A6F" w:rsidRDefault="00A14A6F" w:rsidP="00F00D50"/>
    <w:p w:rsidR="00A14A6F" w:rsidRDefault="00A14A6F" w:rsidP="00F00D50">
      <w:r>
        <w:rPr>
          <w:rFonts w:hint="eastAsia"/>
        </w:rPr>
        <w:t>议</w:t>
      </w:r>
      <w:r>
        <w:t>,</w:t>
      </w:r>
      <w:r>
        <w:rPr>
          <w:rFonts w:hint="eastAsia"/>
        </w:rPr>
        <w:t>亦不得在未经甲方书面同意的前提下</w:t>
      </w:r>
      <w:r>
        <w:t>,</w:t>
      </w:r>
      <w:r>
        <w:rPr>
          <w:rFonts w:hint="eastAsia"/>
        </w:rPr>
        <w:t>自行或者授权第三方使用和处置本合约的相关</w:t>
      </w:r>
      <w:r>
        <w:t xml:space="preserve"> </w:t>
      </w:r>
    </w:p>
    <w:p w:rsidR="00A14A6F" w:rsidRDefault="00A14A6F" w:rsidP="00F00D50"/>
    <w:p w:rsidR="00A14A6F" w:rsidRDefault="00A14A6F" w:rsidP="00F00D50">
      <w:r>
        <w:rPr>
          <w:rFonts w:hint="eastAsia"/>
        </w:rPr>
        <w:t>权益</w:t>
      </w:r>
      <w:r>
        <w:t>,</w:t>
      </w:r>
      <w:r>
        <w:rPr>
          <w:rFonts w:hint="eastAsia"/>
        </w:rPr>
        <w:t>进行业务安排或与第三方达成任何合约</w:t>
      </w:r>
      <w:r>
        <w:t>,</w:t>
      </w:r>
      <w:r>
        <w:rPr>
          <w:rFonts w:hint="eastAsia"/>
        </w:rPr>
        <w:t>合作及安排。</w:t>
      </w:r>
      <w:r>
        <w:t xml:space="preserve">  </w:t>
      </w:r>
    </w:p>
    <w:p w:rsidR="00A14A6F" w:rsidRDefault="00A14A6F" w:rsidP="00F00D50"/>
    <w:p w:rsidR="00A14A6F" w:rsidRDefault="00A14A6F" w:rsidP="00F00D50">
      <w:r>
        <w:t>6.</w:t>
      </w:r>
      <w:r>
        <w:rPr>
          <w:rFonts w:hint="eastAsia"/>
        </w:rPr>
        <w:t>甲方有权以许可</w:t>
      </w:r>
      <w:r>
        <w:t>,</w:t>
      </w:r>
      <w:r>
        <w:rPr>
          <w:rFonts w:hint="eastAsia"/>
        </w:rPr>
        <w:t>转让</w:t>
      </w:r>
      <w:r>
        <w:t>,</w:t>
      </w:r>
      <w:r>
        <w:rPr>
          <w:rFonts w:hint="eastAsia"/>
        </w:rPr>
        <w:t>委托</w:t>
      </w:r>
      <w:r>
        <w:t>,</w:t>
      </w:r>
      <w:r>
        <w:rPr>
          <w:rFonts w:hint="eastAsia"/>
        </w:rPr>
        <w:t>授权等形式或任意第三方共同享有和承担本合约下甲方所</w:t>
      </w:r>
      <w:r>
        <w:t xml:space="preserve"> </w:t>
      </w:r>
    </w:p>
    <w:p w:rsidR="00A14A6F" w:rsidRDefault="00A14A6F" w:rsidP="00F00D50"/>
    <w:p w:rsidR="00A14A6F" w:rsidRDefault="00A14A6F" w:rsidP="00F00D50">
      <w:r>
        <w:rPr>
          <w:rFonts w:hint="eastAsia"/>
        </w:rPr>
        <w:t>有或部分权利和义务。</w:t>
      </w:r>
      <w:r>
        <w:t xml:space="preserve">  </w:t>
      </w:r>
    </w:p>
    <w:p w:rsidR="00A14A6F" w:rsidRDefault="00A14A6F" w:rsidP="00F00D50"/>
    <w:p w:rsidR="00A14A6F" w:rsidRDefault="00A14A6F" w:rsidP="00F00D50">
      <w:r>
        <w:t xml:space="preserve"> </w:t>
      </w:r>
      <w:r>
        <w:rPr>
          <w:rFonts w:hint="eastAsia"/>
        </w:rPr>
        <w:t>（一）甲方的权利义务</w:t>
      </w:r>
      <w:r>
        <w:t xml:space="preserve">  </w:t>
      </w:r>
    </w:p>
    <w:p w:rsidR="00A14A6F" w:rsidRDefault="00A14A6F" w:rsidP="00F00D50"/>
    <w:p w:rsidR="00A14A6F" w:rsidRDefault="00A14A6F" w:rsidP="00F00D50">
      <w:r>
        <w:t>1</w:t>
      </w:r>
      <w:r>
        <w:rPr>
          <w:rFonts w:hint="eastAsia"/>
        </w:rPr>
        <w:t>、甲方有权对乙方进行日常直播管理</w:t>
      </w:r>
      <w:r>
        <w:t>,</w:t>
      </w:r>
      <w:r>
        <w:rPr>
          <w:rFonts w:hint="eastAsia"/>
        </w:rPr>
        <w:t>有义务提升乙方主播知名度和收益</w:t>
      </w:r>
      <w:r>
        <w:t>,</w:t>
      </w:r>
      <w:r>
        <w:rPr>
          <w:rFonts w:hint="eastAsia"/>
        </w:rPr>
        <w:t>提供最大化的</w:t>
      </w:r>
      <w:r>
        <w:t xml:space="preserve"> </w:t>
      </w:r>
    </w:p>
    <w:p w:rsidR="00A14A6F" w:rsidRDefault="00A14A6F" w:rsidP="00F00D50"/>
    <w:p w:rsidR="00A14A6F" w:rsidRDefault="00A14A6F" w:rsidP="00F00D50">
      <w:r>
        <w:rPr>
          <w:rFonts w:hint="eastAsia"/>
        </w:rPr>
        <w:t>宣传力度。</w:t>
      </w:r>
      <w:r>
        <w:t xml:space="preserve">  </w:t>
      </w:r>
    </w:p>
    <w:p w:rsidR="00A14A6F" w:rsidRDefault="00A14A6F" w:rsidP="00F00D50"/>
    <w:p w:rsidR="00A14A6F" w:rsidRDefault="00A14A6F" w:rsidP="00F00D50">
      <w:r>
        <w:t>2</w:t>
      </w:r>
      <w:r>
        <w:rPr>
          <w:rFonts w:hint="eastAsia"/>
        </w:rPr>
        <w:t>、甲方有在网络直播及其相关营销宣传中使用乙方的形象</w:t>
      </w:r>
      <w:r>
        <w:t>,</w:t>
      </w:r>
      <w:r>
        <w:rPr>
          <w:rFonts w:hint="eastAsia"/>
        </w:rPr>
        <w:t>姓名以及作品等相关权利。</w:t>
      </w:r>
      <w:r>
        <w:t xml:space="preserve">  </w:t>
      </w:r>
    </w:p>
    <w:p w:rsidR="00A14A6F" w:rsidRDefault="00A14A6F" w:rsidP="00F00D50"/>
    <w:p w:rsidR="00A14A6F" w:rsidRDefault="00A14A6F" w:rsidP="00F00D50">
      <w:r>
        <w:t>3</w:t>
      </w:r>
      <w:r>
        <w:rPr>
          <w:rFonts w:hint="eastAsia"/>
        </w:rPr>
        <w:t>、若甲方从第三方获得收益</w:t>
      </w:r>
      <w:r>
        <w:t>,</w:t>
      </w:r>
      <w:r>
        <w:rPr>
          <w:rFonts w:hint="eastAsia"/>
        </w:rPr>
        <w:t>有义务按照附件所示的比例及时、足额支付给乙方。</w:t>
      </w:r>
      <w:r>
        <w:t xml:space="preserve">  </w:t>
      </w:r>
    </w:p>
    <w:p w:rsidR="00A14A6F" w:rsidRDefault="00A14A6F" w:rsidP="00F00D50"/>
    <w:p w:rsidR="00A14A6F" w:rsidRDefault="00A14A6F" w:rsidP="00F00D50">
      <w:r>
        <w:t>4</w:t>
      </w:r>
      <w:r>
        <w:rPr>
          <w:rFonts w:hint="eastAsia"/>
        </w:rPr>
        <w:t>、本合约有效期内</w:t>
      </w:r>
      <w:r>
        <w:t>,</w:t>
      </w:r>
      <w:r>
        <w:rPr>
          <w:rFonts w:hint="eastAsia"/>
        </w:rPr>
        <w:t>若甲方安排的乙方演艺事务与任何第三方事务发生冲突的</w:t>
      </w:r>
      <w:r>
        <w:t>,</w:t>
      </w:r>
      <w:r>
        <w:rPr>
          <w:rFonts w:hint="eastAsia"/>
        </w:rPr>
        <w:t>乙方应优</w:t>
      </w:r>
      <w:r>
        <w:t xml:space="preserve"> </w:t>
      </w:r>
    </w:p>
    <w:p w:rsidR="00A14A6F" w:rsidRPr="00A121B7" w:rsidRDefault="00A14A6F" w:rsidP="00F00D50"/>
    <w:p w:rsidR="00A14A6F" w:rsidRDefault="00A14A6F" w:rsidP="00F00D50">
      <w:r>
        <w:rPr>
          <w:rFonts w:hint="eastAsia"/>
        </w:rPr>
        <w:t>先服从甲方安排</w:t>
      </w:r>
      <w:r>
        <w:t>,</w:t>
      </w:r>
      <w:r>
        <w:rPr>
          <w:rFonts w:hint="eastAsia"/>
        </w:rPr>
        <w:t>执行甲方安排的演艺事务。</w:t>
      </w:r>
      <w:r>
        <w:t xml:space="preserve">  </w:t>
      </w:r>
    </w:p>
    <w:p w:rsidR="00A14A6F" w:rsidRDefault="00A14A6F" w:rsidP="00F00D50"/>
    <w:p w:rsidR="00A14A6F" w:rsidRDefault="00A14A6F" w:rsidP="00F00D50">
      <w:r>
        <w:t>5</w:t>
      </w:r>
      <w:r>
        <w:rPr>
          <w:rFonts w:hint="eastAsia"/>
        </w:rPr>
        <w:t>、甲方承诺对乙方向甲方披露的个人等未公开的信息给予保密。</w:t>
      </w:r>
      <w:r>
        <w:t xml:space="preserve">  </w:t>
      </w:r>
    </w:p>
    <w:p w:rsidR="00A14A6F" w:rsidRDefault="00A14A6F" w:rsidP="00F00D50"/>
    <w:p w:rsidR="00A14A6F" w:rsidRDefault="00A14A6F" w:rsidP="00F00D50">
      <w:r>
        <w:t>6</w:t>
      </w:r>
      <w:r>
        <w:rPr>
          <w:rFonts w:hint="eastAsia"/>
        </w:rPr>
        <w:t>、甲方保证所安排的各顷演艺事务相关活动不会出现任何涉及危害国家利益的情形；</w:t>
      </w:r>
      <w:r>
        <w:t xml:space="preserve"> </w:t>
      </w:r>
    </w:p>
    <w:p w:rsidR="00A14A6F" w:rsidRDefault="00A14A6F" w:rsidP="00F00D50"/>
    <w:p w:rsidR="00A14A6F" w:rsidRDefault="00A14A6F" w:rsidP="00F00D50">
      <w:r>
        <w:rPr>
          <w:rFonts w:hint="eastAsia"/>
        </w:rPr>
        <w:t>甲方不得安排乙方参加任何非法或违反社会善良风俗的活动。</w:t>
      </w:r>
      <w:r>
        <w:t xml:space="preserve">  </w:t>
      </w:r>
    </w:p>
    <w:p w:rsidR="00A14A6F" w:rsidRPr="00A121B7" w:rsidRDefault="00A14A6F" w:rsidP="00F00D50"/>
    <w:p w:rsidR="00A14A6F" w:rsidRDefault="00A14A6F" w:rsidP="00F00D50">
      <w:r>
        <w:t>7</w:t>
      </w:r>
      <w:r>
        <w:rPr>
          <w:rFonts w:hint="eastAsia"/>
        </w:rPr>
        <w:t>、甲方享有乙方演艺亊业相关事务的独立决定权和实施权。</w:t>
      </w:r>
      <w:r>
        <w:t xml:space="preserve">  </w:t>
      </w:r>
    </w:p>
    <w:p w:rsidR="00A14A6F" w:rsidRDefault="00A14A6F" w:rsidP="00F00D50"/>
    <w:p w:rsidR="00A14A6F" w:rsidRDefault="00A14A6F" w:rsidP="00F00D50">
      <w:r>
        <w:t>8</w:t>
      </w:r>
      <w:r>
        <w:rPr>
          <w:rFonts w:hint="eastAsia"/>
        </w:rPr>
        <w:t>、甲方有权知晓乙方一切真实情况、行踪，乙方应随时保持与甲方的联络。</w:t>
      </w:r>
      <w:r>
        <w:t xml:space="preserve">  </w:t>
      </w:r>
    </w:p>
    <w:p w:rsidR="00A14A6F" w:rsidRDefault="00A14A6F" w:rsidP="00F00D50"/>
    <w:p w:rsidR="00A14A6F" w:rsidRDefault="00A14A6F" w:rsidP="00F00D50">
      <w:r>
        <w:t>9</w:t>
      </w:r>
      <w:r>
        <w:rPr>
          <w:rFonts w:hint="eastAsia"/>
        </w:rPr>
        <w:t>、甲方有权代表乙方采取任何合法的行为和步骤，维护乙方及甲方的合法权益，包括</w:t>
      </w:r>
      <w:r>
        <w:t xml:space="preserve"> </w:t>
      </w:r>
    </w:p>
    <w:p w:rsidR="00A14A6F" w:rsidRDefault="00A14A6F" w:rsidP="00F00D50"/>
    <w:p w:rsidR="00A14A6F" w:rsidRDefault="00A14A6F" w:rsidP="00F00D50">
      <w:r>
        <w:rPr>
          <w:rFonts w:hint="eastAsia"/>
        </w:rPr>
        <w:t>但不限于以乙方的名义执行法律行为、收取任何与演艺合同相关的款顷、追究法律责任</w:t>
      </w:r>
      <w:r>
        <w:t xml:space="preserve"> </w:t>
      </w:r>
    </w:p>
    <w:p w:rsidR="00A14A6F" w:rsidRDefault="00A14A6F" w:rsidP="00F00D50"/>
    <w:p w:rsidR="00A14A6F" w:rsidRDefault="00A14A6F" w:rsidP="00F00D50">
      <w:r>
        <w:rPr>
          <w:rFonts w:hint="eastAsia"/>
        </w:rPr>
        <w:t>等。若依发生纠纷或主张权利当地的法律，并宜由甲方代乙方采取法律措施及手段，或</w:t>
      </w:r>
      <w:r>
        <w:t xml:space="preserve"> </w:t>
      </w:r>
    </w:p>
    <w:p w:rsidR="00A14A6F" w:rsidRDefault="00A14A6F" w:rsidP="00F00D50"/>
    <w:p w:rsidR="00A14A6F" w:rsidRDefault="00A14A6F" w:rsidP="00F00D50">
      <w:r>
        <w:rPr>
          <w:rFonts w:hint="eastAsia"/>
        </w:rPr>
        <w:t>仅可由乙方自行采用法律措施及手段，乙方应在甲方的决定及安排下积极从亊、实施法</w:t>
      </w:r>
      <w:r>
        <w:t xml:space="preserve"> </w:t>
      </w:r>
    </w:p>
    <w:p w:rsidR="00A14A6F" w:rsidRDefault="00A14A6F" w:rsidP="00F00D50"/>
    <w:p w:rsidR="00A14A6F" w:rsidRDefault="00A14A6F" w:rsidP="00F00D50">
      <w:r>
        <w:rPr>
          <w:rFonts w:hint="eastAsia"/>
        </w:rPr>
        <w:t>律手段、措施及一切相关行为，包括但不限于民亊诉讼、行政投诉、行亊告诉、仲裁、</w:t>
      </w:r>
      <w:r>
        <w:t xml:space="preserve"> </w:t>
      </w:r>
    </w:p>
    <w:p w:rsidR="00A14A6F" w:rsidRDefault="00A14A6F" w:rsidP="00F00D50"/>
    <w:p w:rsidR="00A14A6F" w:rsidRDefault="00A14A6F" w:rsidP="00F00D50">
      <w:r>
        <w:rPr>
          <w:rFonts w:hint="eastAsia"/>
        </w:rPr>
        <w:t>公证及一切因采取法律措施所必需的授权行为。所有维权成本（包括但不限于证据保全</w:t>
      </w:r>
      <w:r>
        <w:t xml:space="preserve"> </w:t>
      </w:r>
    </w:p>
    <w:p w:rsidR="00A14A6F" w:rsidRDefault="00A14A6F" w:rsidP="00F00D50"/>
    <w:p w:rsidR="00A14A6F" w:rsidRDefault="00A14A6F" w:rsidP="00F00D50">
      <w:r>
        <w:rPr>
          <w:rFonts w:hint="eastAsia"/>
        </w:rPr>
        <w:t>费用、公证费用、诉讼费用、执行费用、律师费、维权必要的差旅费用）均由甲方垫付，</w:t>
      </w:r>
      <w:r>
        <w:t xml:space="preserve"> </w:t>
      </w:r>
    </w:p>
    <w:p w:rsidR="00A14A6F" w:rsidRDefault="00A14A6F" w:rsidP="00F00D50"/>
    <w:p w:rsidR="00A14A6F" w:rsidRDefault="00A14A6F" w:rsidP="00F00D50">
      <w:r>
        <w:rPr>
          <w:rFonts w:hint="eastAsia"/>
        </w:rPr>
        <w:t>从维权收益中优先扣除。如维权收益不足以支付维权成本，不足部分优先从本合约约定</w:t>
      </w:r>
      <w:r>
        <w:t xml:space="preserve"> </w:t>
      </w:r>
    </w:p>
    <w:p w:rsidR="00A14A6F" w:rsidRDefault="00A14A6F" w:rsidP="00F00D50"/>
    <w:p w:rsidR="00A14A6F" w:rsidRDefault="00A14A6F" w:rsidP="00F00D50">
      <w:r>
        <w:rPr>
          <w:rFonts w:hint="eastAsia"/>
        </w:rPr>
        <w:t>的演艺事务收益中扣除。因本款获得收益（包括但不限于和解金、调解金、判决款顷等）</w:t>
      </w:r>
      <w:r>
        <w:t xml:space="preserve"> </w:t>
      </w:r>
    </w:p>
    <w:p w:rsidR="00A14A6F" w:rsidRDefault="00A14A6F" w:rsidP="00F00D50"/>
    <w:p w:rsidR="00A14A6F" w:rsidRDefault="00A14A6F" w:rsidP="00F00D50">
      <w:r>
        <w:rPr>
          <w:rFonts w:hint="eastAsia"/>
        </w:rPr>
        <w:t>作为本协议以下的收入，均在扣除所有维权成本后依相应比例分配。</w:t>
      </w:r>
      <w:r>
        <w:t xml:space="preserve">  </w:t>
      </w:r>
    </w:p>
    <w:p w:rsidR="00A14A6F" w:rsidRDefault="00A14A6F" w:rsidP="00F00D50"/>
    <w:p w:rsidR="00A14A6F" w:rsidRDefault="00A14A6F" w:rsidP="00F00D50">
      <w:r>
        <w:t>10</w:t>
      </w:r>
      <w:r>
        <w:rPr>
          <w:rFonts w:hint="eastAsia"/>
        </w:rPr>
        <w:t>、甲方有权使用乙方姓名、声音、肖像等个人资料用于对乙方的艺人推广和宣传。</w:t>
      </w:r>
    </w:p>
    <w:p w:rsidR="00A14A6F" w:rsidRDefault="00A14A6F" w:rsidP="00F00D50"/>
    <w:p w:rsidR="00A14A6F" w:rsidRDefault="00A14A6F" w:rsidP="00F00D50">
      <w:r>
        <w:rPr>
          <w:rFonts w:hint="eastAsia"/>
        </w:rPr>
        <w:t>（事）乙方的权利义务</w:t>
      </w:r>
      <w:r>
        <w:t xml:space="preserve">  </w:t>
      </w:r>
    </w:p>
    <w:p w:rsidR="00A14A6F" w:rsidRDefault="00A14A6F" w:rsidP="00F00D50"/>
    <w:p w:rsidR="00A14A6F" w:rsidRDefault="00A14A6F" w:rsidP="00F00D50">
      <w:r>
        <w:t>1</w:t>
      </w:r>
      <w:r>
        <w:rPr>
          <w:rFonts w:hint="eastAsia"/>
        </w:rPr>
        <w:t>、乙方将其线上演出权独家授权予甲方</w:t>
      </w:r>
      <w:r>
        <w:t>,</w:t>
      </w:r>
      <w:r>
        <w:rPr>
          <w:rFonts w:hint="eastAsia"/>
        </w:rPr>
        <w:t>乙方的线上演出活动由甲方负责运作。</w:t>
      </w:r>
      <w:r>
        <w:t xml:space="preserve">  </w:t>
      </w:r>
    </w:p>
    <w:p w:rsidR="00A14A6F" w:rsidRDefault="00A14A6F" w:rsidP="00F00D50"/>
    <w:p w:rsidR="00A14A6F" w:rsidRDefault="00A14A6F" w:rsidP="00F00D50">
      <w:r>
        <w:t>2</w:t>
      </w:r>
      <w:r>
        <w:rPr>
          <w:rFonts w:hint="eastAsia"/>
        </w:rPr>
        <w:t>、乙方有权得到甲方安排的演出机会和宣传资源。</w:t>
      </w:r>
      <w:r>
        <w:t xml:space="preserve">  </w:t>
      </w:r>
    </w:p>
    <w:p w:rsidR="00A14A6F" w:rsidRDefault="00A14A6F" w:rsidP="00F00D50"/>
    <w:p w:rsidR="00A14A6F" w:rsidRDefault="00A14A6F" w:rsidP="00F00D50">
      <w:r>
        <w:t>3</w:t>
      </w:r>
      <w:r>
        <w:rPr>
          <w:rFonts w:hint="eastAsia"/>
        </w:rPr>
        <w:t>、乙方将个人的形象</w:t>
      </w:r>
      <w:r>
        <w:t>,</w:t>
      </w:r>
      <w:r>
        <w:rPr>
          <w:rFonts w:hint="eastAsia"/>
        </w:rPr>
        <w:t>姓名</w:t>
      </w:r>
      <w:r>
        <w:t>,</w:t>
      </w:r>
      <w:r>
        <w:rPr>
          <w:rFonts w:hint="eastAsia"/>
        </w:rPr>
        <w:t>线上访谈及其他作品独家授权给甲方</w:t>
      </w:r>
      <w:r>
        <w:t>,</w:t>
      </w:r>
      <w:r>
        <w:rPr>
          <w:rFonts w:hint="eastAsia"/>
        </w:rPr>
        <w:t>由甲方统一包装</w:t>
      </w:r>
      <w:r>
        <w:t>,</w:t>
      </w:r>
      <w:r>
        <w:rPr>
          <w:rFonts w:hint="eastAsia"/>
        </w:rPr>
        <w:t>商业</w:t>
      </w:r>
      <w:r>
        <w:t xml:space="preserve"> </w:t>
      </w:r>
    </w:p>
    <w:p w:rsidR="00A14A6F" w:rsidRDefault="00A14A6F" w:rsidP="00F00D50"/>
    <w:p w:rsidR="00A14A6F" w:rsidRDefault="00A14A6F" w:rsidP="00F00D50">
      <w:r>
        <w:rPr>
          <w:rFonts w:hint="eastAsia"/>
        </w:rPr>
        <w:t>运营。</w:t>
      </w:r>
      <w:r>
        <w:t xml:space="preserve">  </w:t>
      </w:r>
    </w:p>
    <w:p w:rsidR="00A14A6F" w:rsidRDefault="00A14A6F" w:rsidP="00F00D50"/>
    <w:p w:rsidR="00A14A6F" w:rsidRDefault="00A14A6F" w:rsidP="00F00D50">
      <w:r>
        <w:t>4</w:t>
      </w:r>
      <w:r>
        <w:rPr>
          <w:rFonts w:hint="eastAsia"/>
        </w:rPr>
        <w:t>、乙方的线上表演活动若获得收益的</w:t>
      </w:r>
      <w:r>
        <w:t>,</w:t>
      </w:r>
      <w:r>
        <w:rPr>
          <w:rFonts w:hint="eastAsia"/>
        </w:rPr>
        <w:t>有权从甲方处获得约定的收入。</w:t>
      </w:r>
      <w:r>
        <w:t xml:space="preserve">  </w:t>
      </w:r>
    </w:p>
    <w:p w:rsidR="00A14A6F" w:rsidRDefault="00A14A6F" w:rsidP="00F00D50"/>
    <w:p w:rsidR="00A14A6F" w:rsidRDefault="00A14A6F" w:rsidP="00F00D50">
      <w:r>
        <w:t>5</w:t>
      </w:r>
      <w:r>
        <w:rPr>
          <w:rFonts w:hint="eastAsia"/>
        </w:rPr>
        <w:t>、乙方不得在没有正当理由时与甲方终止合作。</w:t>
      </w:r>
      <w:r>
        <w:t xml:space="preserve">  </w:t>
      </w:r>
    </w:p>
    <w:p w:rsidR="00A14A6F" w:rsidRDefault="00A14A6F" w:rsidP="00F00D50"/>
    <w:p w:rsidR="00A14A6F" w:rsidRDefault="00A14A6F" w:rsidP="00F00D50">
      <w:r>
        <w:t>6</w:t>
      </w:r>
      <w:r>
        <w:rPr>
          <w:rFonts w:hint="eastAsia"/>
        </w:rPr>
        <w:t>、乙方未经甲方同意，不得有私自开淘宝店或者天猫店或者类似的商业行为。</w:t>
      </w:r>
      <w:r>
        <w:t xml:space="preserve">  </w:t>
      </w:r>
    </w:p>
    <w:p w:rsidR="00A14A6F" w:rsidRDefault="00A14A6F" w:rsidP="00F00D50"/>
    <w:p w:rsidR="00A14A6F" w:rsidRDefault="00A14A6F" w:rsidP="00F00D50">
      <w:r>
        <w:t>7</w:t>
      </w:r>
      <w:r>
        <w:rPr>
          <w:rFonts w:hint="eastAsia"/>
        </w:rPr>
        <w:t>、根据本协议的约定</w:t>
      </w:r>
      <w:r>
        <w:t>,</w:t>
      </w:r>
      <w:r>
        <w:rPr>
          <w:rFonts w:hint="eastAsia"/>
        </w:rPr>
        <w:t>甲方有权代理乙方与第三方签署乙方演艺亊业事务的相关协议</w:t>
      </w:r>
      <w:r>
        <w:t>(</w:t>
      </w:r>
      <w:r>
        <w:rPr>
          <w:rFonts w:hint="eastAsia"/>
        </w:rPr>
        <w:t>以</w:t>
      </w:r>
      <w:r>
        <w:t xml:space="preserve"> </w:t>
      </w:r>
    </w:p>
    <w:p w:rsidR="00A14A6F" w:rsidRDefault="00A14A6F" w:rsidP="00F00D50"/>
    <w:p w:rsidR="00A14A6F" w:rsidRDefault="00A14A6F" w:rsidP="00F00D50">
      <w:r>
        <w:rPr>
          <w:rFonts w:hint="eastAsia"/>
        </w:rPr>
        <w:t>下简称”第三方合约”</w:t>
      </w:r>
      <w:r>
        <w:t xml:space="preserve">) </w:t>
      </w:r>
      <w:r>
        <w:rPr>
          <w:rFonts w:hint="eastAsia"/>
        </w:rPr>
        <w:t>，乙方应严格履行甲方代理签订并且生效的第三方合约</w:t>
      </w:r>
      <w:r>
        <w:t xml:space="preserve"> </w:t>
      </w:r>
      <w:r>
        <w:rPr>
          <w:rFonts w:hint="eastAsia"/>
        </w:rPr>
        <w:t>，若因</w:t>
      </w:r>
      <w:r>
        <w:t xml:space="preserve"> </w:t>
      </w:r>
    </w:p>
    <w:p w:rsidR="00A14A6F" w:rsidRPr="0085651B" w:rsidRDefault="00A14A6F" w:rsidP="00F00D50"/>
    <w:p w:rsidR="00A14A6F" w:rsidRDefault="00A14A6F" w:rsidP="00F00D50">
      <w:r>
        <w:rPr>
          <w:rFonts w:hint="eastAsia"/>
        </w:rPr>
        <w:t>乙方未履行第三方合约内乙方的相关义务和责任导致甲方因此向第三方承担违约责任</w:t>
      </w:r>
      <w:r>
        <w:t xml:space="preserve"> </w:t>
      </w:r>
    </w:p>
    <w:p w:rsidR="00A14A6F" w:rsidRDefault="00A14A6F" w:rsidP="00F00D50"/>
    <w:p w:rsidR="00A14A6F" w:rsidRDefault="00A14A6F" w:rsidP="00F00D50">
      <w:r>
        <w:rPr>
          <w:rFonts w:hint="eastAsia"/>
        </w:rPr>
        <w:t>或者赔偿责任的</w:t>
      </w:r>
      <w:r>
        <w:t>,</w:t>
      </w:r>
      <w:r>
        <w:rPr>
          <w:rFonts w:hint="eastAsia"/>
        </w:rPr>
        <w:t>则乙方同意承担甲方因此向第三方承担的违约责任和赔偿责任。乙方同</w:t>
      </w:r>
      <w:r>
        <w:t xml:space="preserve"> </w:t>
      </w:r>
    </w:p>
    <w:p w:rsidR="00A14A6F" w:rsidRDefault="00A14A6F" w:rsidP="00F00D50"/>
    <w:p w:rsidR="00A14A6F" w:rsidRDefault="00A14A6F" w:rsidP="00F00D50">
      <w:r>
        <w:rPr>
          <w:rFonts w:hint="eastAsia"/>
        </w:rPr>
        <w:t>意就本协议约定的内容向甲方另行出具授权书</w:t>
      </w:r>
      <w:r>
        <w:t>,</w:t>
      </w:r>
      <w:r>
        <w:rPr>
          <w:rFonts w:hint="eastAsia"/>
        </w:rPr>
        <w:t>乙方应严格遵守本合约的独家排他性</w:t>
      </w:r>
      <w:r>
        <w:t>,</w:t>
      </w:r>
      <w:r>
        <w:rPr>
          <w:rFonts w:hint="eastAsia"/>
        </w:rPr>
        <w:t>未</w:t>
      </w:r>
      <w:r>
        <w:t xml:space="preserve"> </w:t>
      </w:r>
    </w:p>
    <w:p w:rsidR="00A14A6F" w:rsidRDefault="00A14A6F" w:rsidP="00F00D50"/>
    <w:p w:rsidR="00A14A6F" w:rsidRDefault="00A14A6F" w:rsidP="00F00D50">
      <w:r>
        <w:rPr>
          <w:rFonts w:hint="eastAsia"/>
        </w:rPr>
        <w:t>经甲方书面允许</w:t>
      </w:r>
      <w:r>
        <w:t>,</w:t>
      </w:r>
      <w:r>
        <w:rPr>
          <w:rFonts w:hint="eastAsia"/>
        </w:rPr>
        <w:t>不得与任何第三方以任何形式从亊与本合约约定范围相同或近似的任</w:t>
      </w:r>
      <w:r>
        <w:t xml:space="preserve"> </w:t>
      </w:r>
    </w:p>
    <w:p w:rsidR="00A14A6F" w:rsidRDefault="00A14A6F" w:rsidP="00F00D50"/>
    <w:p w:rsidR="00A14A6F" w:rsidRDefault="00A14A6F" w:rsidP="00F00D50">
      <w:r>
        <w:rPr>
          <w:rFonts w:hint="eastAsia"/>
        </w:rPr>
        <w:t>何亊宜的合作。</w:t>
      </w:r>
      <w:r>
        <w:t xml:space="preserve">  </w:t>
      </w:r>
    </w:p>
    <w:p w:rsidR="00A14A6F" w:rsidRDefault="00A14A6F" w:rsidP="00F00D50"/>
    <w:p w:rsidR="00A14A6F" w:rsidRDefault="00A14A6F" w:rsidP="00F00D50">
      <w:r>
        <w:t>8</w:t>
      </w:r>
      <w:r>
        <w:rPr>
          <w:rFonts w:hint="eastAsia"/>
        </w:rPr>
        <w:t>、乙方承诺按照甲方时间安排，督促艺人按时在自媒体上（微博、微信等</w:t>
      </w:r>
      <w:r>
        <w:t xml:space="preserve"> </w:t>
      </w:r>
      <w:r>
        <w:rPr>
          <w:rFonts w:hint="eastAsia"/>
        </w:rPr>
        <w:t>）置顶发布</w:t>
      </w:r>
      <w:r>
        <w:t xml:space="preserve"> </w:t>
      </w:r>
    </w:p>
    <w:p w:rsidR="00A14A6F" w:rsidRDefault="00A14A6F" w:rsidP="00F00D50"/>
    <w:p w:rsidR="00A14A6F" w:rsidRDefault="00A14A6F" w:rsidP="00F00D50">
      <w:r>
        <w:rPr>
          <w:rFonts w:hint="eastAsia"/>
        </w:rPr>
        <w:t>活动预告，并在直播前进行微博微信等自媒体的分享。</w:t>
      </w:r>
      <w:r>
        <w:t xml:space="preserve">  </w:t>
      </w:r>
    </w:p>
    <w:p w:rsidR="00A14A6F" w:rsidRDefault="00A14A6F" w:rsidP="00F00D50"/>
    <w:p w:rsidR="00A14A6F" w:rsidRDefault="00A14A6F" w:rsidP="00F00D50">
      <w:r>
        <w:t>9</w:t>
      </w:r>
      <w:r>
        <w:rPr>
          <w:rFonts w:hint="eastAsia"/>
        </w:rPr>
        <w:t>、乙方应当在甲方为实施本合约所需时，向甲方披露真实和充分的个人资讯，并服从</w:t>
      </w:r>
      <w:r>
        <w:t xml:space="preserve"> </w:t>
      </w:r>
    </w:p>
    <w:p w:rsidR="00A14A6F" w:rsidRDefault="00A14A6F" w:rsidP="00F00D50"/>
    <w:p w:rsidR="00A14A6F" w:rsidRDefault="00A14A6F" w:rsidP="00F00D50">
      <w:r>
        <w:rPr>
          <w:rFonts w:hint="eastAsia"/>
        </w:rPr>
        <w:t>甲方对本人在各方面的监督和指导。乙方需向提供甲方提供主播的资料包括：姓名、年龄、</w:t>
      </w:r>
    </w:p>
    <w:p w:rsidR="00A14A6F" w:rsidRDefault="00A14A6F" w:rsidP="00F00D50"/>
    <w:p w:rsidR="00A14A6F" w:rsidRDefault="00A14A6F" w:rsidP="00F00D50">
      <w:r>
        <w:rPr>
          <w:rFonts w:hint="eastAsia"/>
        </w:rPr>
        <w:t>照片、视频介绍、身份证扫描件、联系电话、紧急联系方式、</w:t>
      </w:r>
      <w:r>
        <w:t>QQ</w:t>
      </w:r>
      <w:r>
        <w:rPr>
          <w:rFonts w:hint="eastAsia"/>
        </w:rPr>
        <w:t>、电子邮</w:t>
      </w:r>
      <w:r>
        <w:t xml:space="preserve"> </w:t>
      </w:r>
      <w:r>
        <w:rPr>
          <w:rFonts w:hint="eastAsia"/>
        </w:rPr>
        <w:t>箱等。</w:t>
      </w:r>
      <w:r>
        <w:t xml:space="preserve">  </w:t>
      </w:r>
    </w:p>
    <w:p w:rsidR="00A14A6F" w:rsidRDefault="00A14A6F" w:rsidP="00F00D50"/>
    <w:p w:rsidR="00A14A6F" w:rsidRDefault="00A14A6F" w:rsidP="00F00D50">
      <w:r>
        <w:t>10</w:t>
      </w:r>
      <w:r>
        <w:rPr>
          <w:rFonts w:hint="eastAsia"/>
        </w:rPr>
        <w:t>、乙方应严格遵守本合约保密条款，保守甲方的商业秘密。</w:t>
      </w:r>
      <w:r>
        <w:t xml:space="preserve">  </w:t>
      </w:r>
    </w:p>
    <w:p w:rsidR="00A14A6F" w:rsidRDefault="00A14A6F" w:rsidP="00F00D50"/>
    <w:p w:rsidR="00A14A6F" w:rsidRDefault="00A14A6F" w:rsidP="00F00D50">
      <w:r>
        <w:t>11</w:t>
      </w:r>
      <w:r>
        <w:rPr>
          <w:rFonts w:hint="eastAsia"/>
        </w:rPr>
        <w:t>、乙方应在可能面对媒体和公众的任何场合下，注意自身的仪表，言行和礼仪，树立</w:t>
      </w:r>
      <w:r>
        <w:t xml:space="preserve"> </w:t>
      </w:r>
    </w:p>
    <w:p w:rsidR="00A14A6F" w:rsidRDefault="00A14A6F" w:rsidP="00F00D50"/>
    <w:p w:rsidR="00A14A6F" w:rsidRDefault="00A14A6F" w:rsidP="00F00D50">
      <w:r>
        <w:rPr>
          <w:rFonts w:hint="eastAsia"/>
        </w:rPr>
        <w:t>和维护本人和甲方的良好形象，不得损害甲方声誉。</w:t>
      </w:r>
      <w:r>
        <w:t xml:space="preserve">  </w:t>
      </w:r>
    </w:p>
    <w:p w:rsidR="00A14A6F" w:rsidRDefault="00A14A6F" w:rsidP="00F00D50"/>
    <w:p w:rsidR="00A14A6F" w:rsidRDefault="00A14A6F" w:rsidP="00F00D50">
      <w:r>
        <w:rPr>
          <w:rFonts w:hint="eastAsia"/>
        </w:rPr>
        <w:t>三、合作期限</w:t>
      </w:r>
      <w:r>
        <w:t xml:space="preserve">  </w:t>
      </w:r>
    </w:p>
    <w:p w:rsidR="00A14A6F" w:rsidRDefault="00A14A6F" w:rsidP="00F00D50"/>
    <w:p w:rsidR="00A14A6F" w:rsidRDefault="00A14A6F" w:rsidP="00F00D50">
      <w:r>
        <w:rPr>
          <w:rFonts w:hint="eastAsia"/>
        </w:rPr>
        <w:t>双方的合作期限为</w:t>
      </w:r>
      <w:r>
        <w:t>_3_</w:t>
      </w:r>
      <w:r>
        <w:rPr>
          <w:rFonts w:hint="eastAsia"/>
        </w:rPr>
        <w:t>年，即从</w:t>
      </w:r>
      <w:r>
        <w:t>_2016__</w:t>
      </w:r>
      <w:r>
        <w:rPr>
          <w:rFonts w:hint="eastAsia"/>
        </w:rPr>
        <w:t>年</w:t>
      </w:r>
      <w:r>
        <w:t>8_</w:t>
      </w:r>
      <w:r>
        <w:rPr>
          <w:rFonts w:hint="eastAsia"/>
        </w:rPr>
        <w:t>月</w:t>
      </w:r>
      <w:r>
        <w:t>_9_</w:t>
      </w:r>
      <w:r>
        <w:rPr>
          <w:rFonts w:hint="eastAsia"/>
        </w:rPr>
        <w:t>日至</w:t>
      </w:r>
      <w:r>
        <w:t>_2019_</w:t>
      </w:r>
      <w:r>
        <w:rPr>
          <w:rFonts w:hint="eastAsia"/>
        </w:rPr>
        <w:t>年</w:t>
      </w:r>
      <w:r>
        <w:t xml:space="preserve"> 8_</w:t>
      </w:r>
      <w:r>
        <w:rPr>
          <w:rFonts w:hint="eastAsia"/>
        </w:rPr>
        <w:t>月</w:t>
      </w:r>
      <w:r>
        <w:t>_8_</w:t>
      </w:r>
      <w:r>
        <w:rPr>
          <w:rFonts w:hint="eastAsia"/>
        </w:rPr>
        <w:t>日。</w:t>
      </w:r>
      <w:r>
        <w:t xml:space="preserve">  </w:t>
      </w:r>
    </w:p>
    <w:p w:rsidR="00A14A6F" w:rsidRDefault="00A14A6F" w:rsidP="00F00D50"/>
    <w:p w:rsidR="00A14A6F" w:rsidRDefault="00A14A6F" w:rsidP="00F00D50">
      <w:r>
        <w:rPr>
          <w:rFonts w:hint="eastAsia"/>
        </w:rPr>
        <w:t>四、保证不支持</w:t>
      </w:r>
      <w:r>
        <w:t xml:space="preserve">  </w:t>
      </w:r>
    </w:p>
    <w:p w:rsidR="00A14A6F" w:rsidRDefault="00A14A6F" w:rsidP="00F00D50"/>
    <w:p w:rsidR="00A14A6F" w:rsidRDefault="00A14A6F" w:rsidP="00F00D50">
      <w:r>
        <w:t>1.</w:t>
      </w:r>
      <w:r>
        <w:rPr>
          <w:rFonts w:hint="eastAsia"/>
        </w:rPr>
        <w:t>甲乙双方保证为实现本协议目的提供一切可能的支持不帮劣。</w:t>
      </w:r>
      <w:r>
        <w:t xml:space="preserve">  </w:t>
      </w:r>
    </w:p>
    <w:p w:rsidR="00A14A6F" w:rsidRDefault="00A14A6F" w:rsidP="00F00D50"/>
    <w:p w:rsidR="00A14A6F" w:rsidRDefault="00A14A6F" w:rsidP="00F00D50">
      <w:r>
        <w:t>2.</w:t>
      </w:r>
      <w:r>
        <w:rPr>
          <w:rFonts w:hint="eastAsia"/>
        </w:rPr>
        <w:t>乙方将其网络演出权独家授予甲方，甲方保证不得为非履行合约之目的使用。</w:t>
      </w:r>
      <w:r>
        <w:t xml:space="preserve">  </w:t>
      </w:r>
    </w:p>
    <w:p w:rsidR="00A14A6F" w:rsidRDefault="00A14A6F" w:rsidP="00F00D50"/>
    <w:p w:rsidR="00A14A6F" w:rsidRDefault="00A14A6F" w:rsidP="00F00D50">
      <w:r>
        <w:t>3.</w:t>
      </w:r>
      <w:r>
        <w:rPr>
          <w:rFonts w:hint="eastAsia"/>
        </w:rPr>
        <w:t>乙方将个人的形象，姓名，网名，线上访谈及其他作品授权给甲方，甲方保证不得为</w:t>
      </w:r>
      <w:r>
        <w:t xml:space="preserve"> </w:t>
      </w:r>
    </w:p>
    <w:p w:rsidR="00A14A6F" w:rsidRDefault="00A14A6F" w:rsidP="00F00D50"/>
    <w:p w:rsidR="00A14A6F" w:rsidRDefault="00A14A6F" w:rsidP="00F00D50">
      <w:r>
        <w:rPr>
          <w:rFonts w:hint="eastAsia"/>
        </w:rPr>
        <w:t>非履行合约之目的使用。甲方有权将前述权利转授权给第三方。</w:t>
      </w:r>
      <w:r>
        <w:t xml:space="preserve">  </w:t>
      </w:r>
    </w:p>
    <w:p w:rsidR="00A14A6F" w:rsidRDefault="00A14A6F" w:rsidP="00F00D50">
      <w:r>
        <w:t>4.</w:t>
      </w:r>
      <w:r>
        <w:rPr>
          <w:rFonts w:hint="eastAsia"/>
        </w:rPr>
        <w:t>合约中任何一方的前述权利以及其他任何合法权利受到侵害的，其余一方都应当给予</w:t>
      </w:r>
      <w:r>
        <w:t xml:space="preserve"> </w:t>
      </w:r>
    </w:p>
    <w:p w:rsidR="00A14A6F" w:rsidRPr="005A12ED" w:rsidRDefault="00A14A6F" w:rsidP="00F00D50"/>
    <w:p w:rsidR="00A14A6F" w:rsidRDefault="00A14A6F" w:rsidP="00F00D50">
      <w:r>
        <w:rPr>
          <w:rFonts w:hint="eastAsia"/>
        </w:rPr>
        <w:t>维权上的支持。</w:t>
      </w:r>
      <w:r>
        <w:t xml:space="preserve">  </w:t>
      </w:r>
    </w:p>
    <w:p w:rsidR="00A14A6F" w:rsidRDefault="00A14A6F" w:rsidP="00F00D50"/>
    <w:p w:rsidR="00A14A6F" w:rsidRDefault="00A14A6F" w:rsidP="00F00D50">
      <w:r>
        <w:rPr>
          <w:rFonts w:hint="eastAsia"/>
        </w:rPr>
        <w:t>亏、收益的分配</w:t>
      </w:r>
      <w:r>
        <w:t xml:space="preserve">  </w:t>
      </w:r>
    </w:p>
    <w:p w:rsidR="00A14A6F" w:rsidRDefault="00A14A6F" w:rsidP="00F00D50"/>
    <w:p w:rsidR="00A14A6F" w:rsidRDefault="00A14A6F" w:rsidP="00F00D50">
      <w:r>
        <w:rPr>
          <w:rFonts w:hint="eastAsia"/>
        </w:rPr>
        <w:t>网络演出的收益分配，甲方与乙方按照附件所示确定收益分配。</w:t>
      </w:r>
      <w:r>
        <w:t xml:space="preserve">  </w:t>
      </w:r>
    </w:p>
    <w:p w:rsidR="00A14A6F" w:rsidRDefault="00A14A6F" w:rsidP="00F00D50"/>
    <w:p w:rsidR="00A14A6F" w:rsidRDefault="00A14A6F" w:rsidP="00F00D50">
      <w:r>
        <w:rPr>
          <w:rFonts w:hint="eastAsia"/>
        </w:rPr>
        <w:t>六、违约责任</w:t>
      </w:r>
      <w:r>
        <w:t xml:space="preserve">  </w:t>
      </w:r>
    </w:p>
    <w:p w:rsidR="00A14A6F" w:rsidRDefault="00A14A6F" w:rsidP="00F00D50"/>
    <w:p w:rsidR="00A14A6F" w:rsidRDefault="00A14A6F" w:rsidP="00F00D50">
      <w:r>
        <w:t>1</w:t>
      </w:r>
      <w:r>
        <w:rPr>
          <w:rFonts w:hint="eastAsia"/>
        </w:rPr>
        <w:t>、乙方有下列情形之一时，乙方构成违约应向甲方支付人民币</w:t>
      </w:r>
      <w:r>
        <w:t xml:space="preserve">  </w:t>
      </w:r>
      <w:r>
        <w:rPr>
          <w:rFonts w:hint="eastAsia"/>
        </w:rPr>
        <w:t>伍拾</w:t>
      </w:r>
      <w:r>
        <w:t xml:space="preserve">  </w:t>
      </w:r>
      <w:r>
        <w:rPr>
          <w:rFonts w:hint="eastAsia"/>
        </w:rPr>
        <w:t>万元整违约金。</w:t>
      </w:r>
      <w:r>
        <w:t xml:space="preserve">  </w:t>
      </w:r>
    </w:p>
    <w:p w:rsidR="00A14A6F" w:rsidRDefault="00A14A6F" w:rsidP="00F00D50"/>
    <w:p w:rsidR="00A14A6F" w:rsidRDefault="00A14A6F" w:rsidP="00F00D50">
      <w:r>
        <w:t xml:space="preserve"> </w:t>
      </w:r>
      <w:r>
        <w:rPr>
          <w:rFonts w:hint="eastAsia"/>
        </w:rPr>
        <w:t>（</w:t>
      </w:r>
      <w:r>
        <w:t xml:space="preserve">1 </w:t>
      </w:r>
      <w:r>
        <w:rPr>
          <w:rFonts w:hint="eastAsia"/>
        </w:rPr>
        <w:t>）乙方在未经甲方同意，擅自在非甲方指定平台直播，表演等演出行为的。</w:t>
      </w:r>
      <w:r>
        <w:t xml:space="preserve">  </w:t>
      </w:r>
    </w:p>
    <w:p w:rsidR="00A14A6F" w:rsidRPr="0085651B" w:rsidRDefault="00A14A6F" w:rsidP="00F00D50"/>
    <w:p w:rsidR="00A14A6F" w:rsidRDefault="00A14A6F" w:rsidP="00F00D50">
      <w:r>
        <w:t xml:space="preserve"> </w:t>
      </w:r>
      <w:r>
        <w:rPr>
          <w:rFonts w:hint="eastAsia"/>
        </w:rPr>
        <w:t>（</w:t>
      </w:r>
      <w:r>
        <w:t xml:space="preserve">2 </w:t>
      </w:r>
      <w:r>
        <w:rPr>
          <w:rFonts w:hint="eastAsia"/>
        </w:rPr>
        <w:t>）未经甲方同意擅自接受第三方的邀请，组织从亊直播，代言，表演等商业活动。</w:t>
      </w:r>
      <w:r>
        <w:t xml:space="preserve">  </w:t>
      </w:r>
    </w:p>
    <w:p w:rsidR="00A14A6F" w:rsidRDefault="00A14A6F" w:rsidP="00F00D50"/>
    <w:p w:rsidR="00A14A6F" w:rsidRDefault="00A14A6F" w:rsidP="00F00D50">
      <w:r>
        <w:t xml:space="preserve"> </w:t>
      </w:r>
      <w:r>
        <w:rPr>
          <w:rFonts w:hint="eastAsia"/>
        </w:rPr>
        <w:t>（</w:t>
      </w:r>
      <w:r>
        <w:t xml:space="preserve">3 </w:t>
      </w:r>
      <w:r>
        <w:rPr>
          <w:rFonts w:hint="eastAsia"/>
        </w:rPr>
        <w:t>）未经甲方同意自行安排非网络商业演出。</w:t>
      </w:r>
      <w:r>
        <w:t xml:space="preserve">  </w:t>
      </w:r>
    </w:p>
    <w:p w:rsidR="00A14A6F" w:rsidRDefault="00A14A6F" w:rsidP="00F00D50"/>
    <w:p w:rsidR="00A14A6F" w:rsidRDefault="00A14A6F" w:rsidP="00F00D50">
      <w:r>
        <w:t xml:space="preserve"> </w:t>
      </w:r>
      <w:r>
        <w:rPr>
          <w:rFonts w:hint="eastAsia"/>
        </w:rPr>
        <w:t>（</w:t>
      </w:r>
      <w:r>
        <w:t xml:space="preserve">4 </w:t>
      </w:r>
      <w:r>
        <w:rPr>
          <w:rFonts w:hint="eastAsia"/>
        </w:rPr>
        <w:t>）未经甲方同意将自己的形象，表演作品提供给第三方用于商业用途的。</w:t>
      </w:r>
      <w:r>
        <w:t xml:space="preserve">  </w:t>
      </w:r>
    </w:p>
    <w:p w:rsidR="00A14A6F" w:rsidRDefault="00A14A6F" w:rsidP="00F00D50"/>
    <w:p w:rsidR="00A14A6F" w:rsidRDefault="00A14A6F" w:rsidP="00F00D50">
      <w:r>
        <w:t xml:space="preserve"> </w:t>
      </w:r>
      <w:r>
        <w:rPr>
          <w:rFonts w:hint="eastAsia"/>
        </w:rPr>
        <w:t>（</w:t>
      </w:r>
      <w:r>
        <w:t xml:space="preserve">5 </w:t>
      </w:r>
      <w:r>
        <w:rPr>
          <w:rFonts w:hint="eastAsia"/>
        </w:rPr>
        <w:t>）乙方未遵守甲方为实施本合约而制定的规定安排，或者未严格实施甲方代理或代表乙方对外签订的第三方合约，甲方有权要求乙方赔偿由此受到的直接和间接损失，包括但不限于前期投入，签约费用等。向第三方的赔偿金额以和第三方签署的协议为准，同时还需赔偿甲方预期利润的</w:t>
      </w:r>
      <w:r>
        <w:t>100%</w:t>
      </w:r>
      <w:r>
        <w:rPr>
          <w:rFonts w:hint="eastAsia"/>
        </w:rPr>
        <w:t>。</w:t>
      </w:r>
      <w:r>
        <w:t xml:space="preserve">  </w:t>
      </w:r>
    </w:p>
    <w:p w:rsidR="00A14A6F" w:rsidRPr="0085651B" w:rsidRDefault="00A14A6F" w:rsidP="00F00D50"/>
    <w:p w:rsidR="00A14A6F" w:rsidRDefault="00A14A6F" w:rsidP="00F00D50">
      <w:r>
        <w:t xml:space="preserve"> </w:t>
      </w:r>
      <w:r>
        <w:rPr>
          <w:rFonts w:hint="eastAsia"/>
        </w:rPr>
        <w:t>（</w:t>
      </w:r>
      <w:r>
        <w:t xml:space="preserve">6 </w:t>
      </w:r>
      <w:r>
        <w:rPr>
          <w:rFonts w:hint="eastAsia"/>
        </w:rPr>
        <w:t>）乙方违反本合约的独家排他性。未经甲方书面允许，以任何形式和第三方进行本</w:t>
      </w:r>
      <w:r>
        <w:t xml:space="preserve"> </w:t>
      </w:r>
    </w:p>
    <w:p w:rsidR="00A14A6F" w:rsidRDefault="00A14A6F" w:rsidP="00F00D50"/>
    <w:p w:rsidR="00A14A6F" w:rsidRDefault="00A14A6F" w:rsidP="00F00D50">
      <w:r>
        <w:rPr>
          <w:rFonts w:hint="eastAsia"/>
        </w:rPr>
        <w:t>合约规定范围内亊宜的合作，甲方有权要求乙方立即停止该未经许可的合作，同时乙</w:t>
      </w:r>
      <w:r>
        <w:t xml:space="preserve"> </w:t>
      </w:r>
    </w:p>
    <w:p w:rsidR="00A14A6F" w:rsidRDefault="00A14A6F" w:rsidP="00F00D50"/>
    <w:p w:rsidR="00A14A6F" w:rsidRDefault="00A14A6F" w:rsidP="00F00D50">
      <w:r>
        <w:rPr>
          <w:rFonts w:hint="eastAsia"/>
        </w:rPr>
        <w:t>方应向甲方赔偿其和第三方约定的收益金额的双倍。</w:t>
      </w:r>
      <w:r>
        <w:t xml:space="preserve">  </w:t>
      </w:r>
    </w:p>
    <w:p w:rsidR="00A14A6F" w:rsidRDefault="00A14A6F" w:rsidP="00F00D50"/>
    <w:p w:rsidR="00A14A6F" w:rsidRDefault="00A14A6F" w:rsidP="00F00D50">
      <w:r>
        <w:t xml:space="preserve"> </w:t>
      </w:r>
      <w:r>
        <w:rPr>
          <w:rFonts w:hint="eastAsia"/>
        </w:rPr>
        <w:t>（</w:t>
      </w:r>
      <w:r>
        <w:t xml:space="preserve">7 </w:t>
      </w:r>
      <w:r>
        <w:rPr>
          <w:rFonts w:hint="eastAsia"/>
        </w:rPr>
        <w:t>）乙方未向甲方披露真实和充分的个人信息，资讯和相关情况，影响到甲方为乙方</w:t>
      </w:r>
      <w:r>
        <w:t xml:space="preserve"> </w:t>
      </w:r>
    </w:p>
    <w:p w:rsidR="00A14A6F" w:rsidRDefault="00A14A6F" w:rsidP="00F00D50"/>
    <w:p w:rsidR="00A14A6F" w:rsidRDefault="00A14A6F" w:rsidP="00F00D50">
      <w:r>
        <w:rPr>
          <w:rFonts w:hint="eastAsia"/>
        </w:rPr>
        <w:t>安排活动，制定规则，进行推广宣传和与第三方进行签署合约，乙方应赔偿甲方由于信</w:t>
      </w:r>
      <w:r>
        <w:t xml:space="preserve"> </w:t>
      </w:r>
    </w:p>
    <w:p w:rsidR="00A14A6F" w:rsidRDefault="00A14A6F" w:rsidP="00F00D50"/>
    <w:p w:rsidR="00A14A6F" w:rsidRDefault="00A14A6F" w:rsidP="00F00D50">
      <w:r>
        <w:rPr>
          <w:rFonts w:hint="eastAsia"/>
        </w:rPr>
        <w:t>息瑕疵而蒙受的损失和收益。包括但不限于诸如包装和宣传活动，方向误差造成的损失，</w:t>
      </w:r>
      <w:r>
        <w:t xml:space="preserve"> </w:t>
      </w:r>
    </w:p>
    <w:p w:rsidR="00A14A6F" w:rsidRDefault="00A14A6F" w:rsidP="00F00D50"/>
    <w:p w:rsidR="00A14A6F" w:rsidRDefault="00A14A6F" w:rsidP="00F00D50">
      <w:r>
        <w:rPr>
          <w:rFonts w:hint="eastAsia"/>
        </w:rPr>
        <w:t>及第三方合约中被迫接受的不利条款造成的利益损失等。</w:t>
      </w:r>
      <w:r>
        <w:t xml:space="preserve">  </w:t>
      </w:r>
    </w:p>
    <w:p w:rsidR="00A14A6F" w:rsidRDefault="00A14A6F" w:rsidP="00F00D50"/>
    <w:p w:rsidR="00A14A6F" w:rsidRDefault="00A14A6F" w:rsidP="00F00D50">
      <w:r>
        <w:t xml:space="preserve">(8)  </w:t>
      </w:r>
      <w:r>
        <w:rPr>
          <w:rFonts w:hint="eastAsia"/>
        </w:rPr>
        <w:t>乙方违反本合约的事条中乙方义务的约定。</w:t>
      </w:r>
      <w:r>
        <w:t xml:space="preserve">  </w:t>
      </w:r>
    </w:p>
    <w:p w:rsidR="00A14A6F" w:rsidRDefault="00A14A6F" w:rsidP="00F00D50"/>
    <w:p w:rsidR="00A14A6F" w:rsidRDefault="00A14A6F" w:rsidP="00F00D50">
      <w:r>
        <w:t>(9)</w:t>
      </w:r>
      <w:r>
        <w:rPr>
          <w:rFonts w:hint="eastAsia"/>
        </w:rPr>
        <w:t>合作期内，乙方主播在甲方平台的演出不得有法律法规禁止内容，不得有淫秽色情内</w:t>
      </w:r>
      <w:r>
        <w:t xml:space="preserve"> </w:t>
      </w:r>
    </w:p>
    <w:p w:rsidR="00A14A6F" w:rsidRDefault="00A14A6F" w:rsidP="00F00D50"/>
    <w:p w:rsidR="00A14A6F" w:rsidRDefault="00A14A6F" w:rsidP="00F00D50">
      <w:r>
        <w:rPr>
          <w:rFonts w:hint="eastAsia"/>
        </w:rPr>
        <w:t>容，不得有涉及政治言论及有损社会风气的言论及行为等，甲方一旦发现违法行为将立</w:t>
      </w:r>
      <w:r>
        <w:t xml:space="preserve"> </w:t>
      </w:r>
    </w:p>
    <w:p w:rsidR="00A14A6F" w:rsidRDefault="00A14A6F" w:rsidP="00F00D50"/>
    <w:p w:rsidR="00A14A6F" w:rsidRDefault="00A14A6F" w:rsidP="00F00D50">
      <w:r>
        <w:rPr>
          <w:rFonts w:hint="eastAsia"/>
        </w:rPr>
        <w:t>即进行封号处理，并不再支付该账号产生的任何费用，因此涉及到的一切法律责任由乙</w:t>
      </w:r>
      <w:r>
        <w:t xml:space="preserve"> </w:t>
      </w:r>
    </w:p>
    <w:p w:rsidR="00A14A6F" w:rsidRDefault="00A14A6F" w:rsidP="00F00D50"/>
    <w:p w:rsidR="00A14A6F" w:rsidRDefault="00A14A6F" w:rsidP="00F00D50">
      <w:r>
        <w:rPr>
          <w:rFonts w:hint="eastAsia"/>
        </w:rPr>
        <w:t>方承担。</w:t>
      </w:r>
      <w:r>
        <w:t xml:space="preserve">  </w:t>
      </w:r>
    </w:p>
    <w:p w:rsidR="00A14A6F" w:rsidRDefault="00A14A6F" w:rsidP="00F00D50"/>
    <w:p w:rsidR="00A14A6F" w:rsidRDefault="00A14A6F" w:rsidP="00F00D50">
      <w:r>
        <w:t>2</w:t>
      </w:r>
      <w:r>
        <w:rPr>
          <w:rFonts w:hint="eastAsia"/>
        </w:rPr>
        <w:t>、如乙方未征得甲方许可拒不参加甲方安排的演艺活动或由于乙方个人原因（迟到、</w:t>
      </w:r>
      <w:r>
        <w:t xml:space="preserve"> </w:t>
      </w:r>
    </w:p>
    <w:p w:rsidR="00A14A6F" w:rsidRDefault="00A14A6F" w:rsidP="00F00D50"/>
    <w:p w:rsidR="00A14A6F" w:rsidRDefault="00A14A6F" w:rsidP="00F00D50">
      <w:r>
        <w:rPr>
          <w:rFonts w:hint="eastAsia"/>
        </w:rPr>
        <w:t>误机等）导致甲方安排的演艺活动无法正帯进行，或由于乙方失职或不认真完成甲方安</w:t>
      </w:r>
      <w:r>
        <w:t xml:space="preserve"> </w:t>
      </w:r>
    </w:p>
    <w:p w:rsidR="00A14A6F" w:rsidRDefault="00A14A6F" w:rsidP="00F00D50"/>
    <w:p w:rsidR="00A14A6F" w:rsidRDefault="00A14A6F" w:rsidP="00F00D50">
      <w:r>
        <w:rPr>
          <w:rFonts w:hint="eastAsia"/>
        </w:rPr>
        <w:t>排的演艺活动等，给甲方利益造成重大损害的，甲方的全部损失均由乙方个人承担，同</w:t>
      </w:r>
      <w:r>
        <w:t xml:space="preserve"> </w:t>
      </w:r>
    </w:p>
    <w:p w:rsidR="00A14A6F" w:rsidRDefault="00A14A6F" w:rsidP="00F00D50"/>
    <w:p w:rsidR="00A14A6F" w:rsidRDefault="00A14A6F" w:rsidP="00F00D50">
      <w:r>
        <w:rPr>
          <w:rFonts w:hint="eastAsia"/>
        </w:rPr>
        <w:t>时甲方有权解除本合约并追究乙方的违约责任。</w:t>
      </w:r>
      <w:r>
        <w:t xml:space="preserve">  </w:t>
      </w:r>
    </w:p>
    <w:p w:rsidR="00A14A6F" w:rsidRDefault="00A14A6F" w:rsidP="00F00D50"/>
    <w:p w:rsidR="00A14A6F" w:rsidRDefault="00A14A6F" w:rsidP="00F00D50">
      <w:r>
        <w:t>3</w:t>
      </w:r>
      <w:r>
        <w:rPr>
          <w:rFonts w:hint="eastAsia"/>
        </w:rPr>
        <w:t>、乙方在合约期未满时，单方面解除本合约，需支付给甲方违约金。违约金为人民币一百万元整，违约金支付之日即为合约解除之日。</w:t>
      </w:r>
      <w:r>
        <w:t xml:space="preserve">  </w:t>
      </w:r>
    </w:p>
    <w:p w:rsidR="00A14A6F" w:rsidRDefault="00A14A6F" w:rsidP="00F00D50"/>
    <w:p w:rsidR="00A14A6F" w:rsidRDefault="00A14A6F" w:rsidP="00F00D50">
      <w:r>
        <w:t>4</w:t>
      </w:r>
      <w:r>
        <w:rPr>
          <w:rFonts w:hint="eastAsia"/>
        </w:rPr>
        <w:t>、违约方同时应向守约方支付因追究其违约责任而发生的合理费用，包括但不限于调查搜证费用、诉讼费、保全费、律师费、差旅费、公证费等费用。</w:t>
      </w:r>
      <w:r>
        <w:t xml:space="preserve">  </w:t>
      </w:r>
    </w:p>
    <w:p w:rsidR="00A14A6F" w:rsidRDefault="00A14A6F" w:rsidP="00F00D50"/>
    <w:p w:rsidR="00A14A6F" w:rsidRDefault="00A14A6F" w:rsidP="00F00D50">
      <w:r>
        <w:rPr>
          <w:rFonts w:hint="eastAsia"/>
        </w:rPr>
        <w:t>七、保密条款</w:t>
      </w:r>
      <w:r>
        <w:t xml:space="preserve">  </w:t>
      </w:r>
    </w:p>
    <w:p w:rsidR="00A14A6F" w:rsidRDefault="00A14A6F" w:rsidP="00F00D50"/>
    <w:p w:rsidR="00A14A6F" w:rsidRDefault="00A14A6F" w:rsidP="005A12ED">
      <w:pPr>
        <w:pStyle w:val="ListParagraph"/>
        <w:numPr>
          <w:ilvl w:val="0"/>
          <w:numId w:val="1"/>
        </w:numPr>
        <w:ind w:firstLineChars="0"/>
      </w:pPr>
      <w:r>
        <w:rPr>
          <w:rFonts w:hint="eastAsia"/>
        </w:rPr>
        <w:t>本合约内容以及在本协议执行期间双方所知悉的合约有关的商业交易，及其他有关任</w:t>
      </w:r>
    </w:p>
    <w:p w:rsidR="00A14A6F" w:rsidRDefault="00A14A6F" w:rsidP="005A12ED"/>
    <w:p w:rsidR="00A14A6F" w:rsidRDefault="00A14A6F" w:rsidP="005A12ED">
      <w:r>
        <w:rPr>
          <w:rFonts w:hint="eastAsia"/>
        </w:rPr>
        <w:t>一方的商业资讯，双方应予以保密。</w:t>
      </w:r>
      <w:r>
        <w:t xml:space="preserve">  </w:t>
      </w:r>
    </w:p>
    <w:p w:rsidR="00A14A6F" w:rsidRDefault="00A14A6F" w:rsidP="00F00D50"/>
    <w:p w:rsidR="00A14A6F" w:rsidRDefault="00A14A6F" w:rsidP="00F00D50">
      <w:r>
        <w:t>2</w:t>
      </w:r>
      <w:r>
        <w:rPr>
          <w:rFonts w:hint="eastAsia"/>
        </w:rPr>
        <w:t>、本保密条款长期有效，本合约的终止不影响各方的保密义务，本合约终止后本保密</w:t>
      </w:r>
      <w:r>
        <w:t xml:space="preserve"> </w:t>
      </w:r>
    </w:p>
    <w:p w:rsidR="00A14A6F" w:rsidRDefault="00A14A6F" w:rsidP="00F00D50"/>
    <w:p w:rsidR="00A14A6F" w:rsidRDefault="00A14A6F" w:rsidP="00F00D50">
      <w:r>
        <w:rPr>
          <w:rFonts w:hint="eastAsia"/>
        </w:rPr>
        <w:t>条款对各方仍具有法律约束力。</w:t>
      </w:r>
      <w:r>
        <w:t xml:space="preserve">  </w:t>
      </w:r>
    </w:p>
    <w:p w:rsidR="00A14A6F" w:rsidRDefault="00A14A6F" w:rsidP="00F00D50"/>
    <w:p w:rsidR="00A14A6F" w:rsidRDefault="00A14A6F" w:rsidP="00F00D50">
      <w:r>
        <w:rPr>
          <w:rFonts w:hint="eastAsia"/>
        </w:rPr>
        <w:t>八、免责条款。</w:t>
      </w:r>
      <w:r>
        <w:t xml:space="preserve">  </w:t>
      </w:r>
    </w:p>
    <w:p w:rsidR="00A14A6F" w:rsidRDefault="00A14A6F" w:rsidP="00F00D50"/>
    <w:p w:rsidR="00A14A6F" w:rsidRDefault="00A14A6F" w:rsidP="00F00D50">
      <w:r>
        <w:rPr>
          <w:rFonts w:hint="eastAsia"/>
        </w:rPr>
        <w:t>下列情况下，甲方不承担相应法律和责任：</w:t>
      </w:r>
      <w:r>
        <w:t xml:space="preserve">  </w:t>
      </w:r>
    </w:p>
    <w:p w:rsidR="00A14A6F" w:rsidRPr="005A12ED" w:rsidRDefault="00A14A6F" w:rsidP="00F00D50"/>
    <w:p w:rsidR="00A14A6F" w:rsidRDefault="00A14A6F" w:rsidP="00F00D50">
      <w:r>
        <w:t>1</w:t>
      </w:r>
      <w:r>
        <w:rPr>
          <w:rFonts w:hint="eastAsia"/>
        </w:rPr>
        <w:t>、因乙方违约或过错、没有按照甲方规章制度的要求实施个人行为而造成的人身等其</w:t>
      </w:r>
      <w:r>
        <w:t xml:space="preserve"> </w:t>
      </w:r>
    </w:p>
    <w:p w:rsidR="00A14A6F" w:rsidRDefault="00A14A6F" w:rsidP="00F00D50"/>
    <w:p w:rsidR="00A14A6F" w:rsidRDefault="00A14A6F" w:rsidP="00F00D50">
      <w:r>
        <w:rPr>
          <w:rFonts w:hint="eastAsia"/>
        </w:rPr>
        <w:t>他方面的损害或伤害，甲方不承担法律责任。</w:t>
      </w:r>
      <w:r>
        <w:t xml:space="preserve">  </w:t>
      </w:r>
    </w:p>
    <w:p w:rsidR="00A14A6F" w:rsidRDefault="00A14A6F" w:rsidP="00F00D50"/>
    <w:p w:rsidR="00A14A6F" w:rsidRDefault="00A14A6F" w:rsidP="00F00D50">
      <w:r>
        <w:t>2</w:t>
      </w:r>
      <w:r>
        <w:rPr>
          <w:rFonts w:hint="eastAsia"/>
        </w:rPr>
        <w:t>、乙方个人非参加甲方组织或要求的表演和演出而引起的任何健康问题、疾病、意外</w:t>
      </w:r>
      <w:r>
        <w:t xml:space="preserve"> </w:t>
      </w:r>
    </w:p>
    <w:p w:rsidR="00A14A6F" w:rsidRDefault="00A14A6F" w:rsidP="00F00D50"/>
    <w:p w:rsidR="00A14A6F" w:rsidRDefault="00A14A6F" w:rsidP="00F00D50">
      <w:r>
        <w:rPr>
          <w:rFonts w:hint="eastAsia"/>
        </w:rPr>
        <w:t>亊故、伤亡等其他不可预知问题，由乙方个人承担，甲方协助乙方依法维护乙方应有权</w:t>
      </w:r>
      <w:r>
        <w:t xml:space="preserve"> </w:t>
      </w:r>
    </w:p>
    <w:p w:rsidR="00A14A6F" w:rsidRDefault="00A14A6F" w:rsidP="00F00D50"/>
    <w:p w:rsidR="00A14A6F" w:rsidRDefault="00A14A6F" w:rsidP="00F00D50">
      <w:r>
        <w:rPr>
          <w:rFonts w:hint="eastAsia"/>
        </w:rPr>
        <w:t>益。</w:t>
      </w:r>
      <w:r>
        <w:t xml:space="preserve">  </w:t>
      </w:r>
    </w:p>
    <w:p w:rsidR="00A14A6F" w:rsidRDefault="00A14A6F" w:rsidP="00F00D50"/>
    <w:p w:rsidR="00A14A6F" w:rsidRDefault="00A14A6F" w:rsidP="00F00D50">
      <w:r>
        <w:rPr>
          <w:rFonts w:hint="eastAsia"/>
        </w:rPr>
        <w:t>九、适用法律</w:t>
      </w:r>
      <w:r>
        <w:t xml:space="preserve">  </w:t>
      </w:r>
    </w:p>
    <w:p w:rsidR="00A14A6F" w:rsidRDefault="00A14A6F" w:rsidP="00F00D50"/>
    <w:p w:rsidR="00A14A6F" w:rsidRDefault="00A14A6F" w:rsidP="00F00D50">
      <w:r>
        <w:t>1</w:t>
      </w:r>
      <w:r>
        <w:rPr>
          <w:rFonts w:hint="eastAsia"/>
        </w:rPr>
        <w:t>、本合约的订立、效力、解释、履行和争议的解决均适用中华人民共和国法律；</w:t>
      </w:r>
      <w:r>
        <w:t xml:space="preserve">  </w:t>
      </w:r>
    </w:p>
    <w:p w:rsidR="00A14A6F" w:rsidRDefault="00A14A6F" w:rsidP="00F00D50"/>
    <w:p w:rsidR="00A14A6F" w:rsidRDefault="00A14A6F" w:rsidP="00F00D50">
      <w:r>
        <w:t>2</w:t>
      </w:r>
      <w:r>
        <w:rPr>
          <w:rFonts w:hint="eastAsia"/>
        </w:rPr>
        <w:t>、如果本合约任何规定根据适用的现行法律被确定为无效或无法实施，本合约的其他</w:t>
      </w:r>
      <w:r>
        <w:t xml:space="preserve"> </w:t>
      </w:r>
    </w:p>
    <w:p w:rsidR="00A14A6F" w:rsidRDefault="00A14A6F" w:rsidP="00F00D50"/>
    <w:p w:rsidR="00A14A6F" w:rsidRDefault="00A14A6F" w:rsidP="00F00D50">
      <w:r>
        <w:rPr>
          <w:rFonts w:hint="eastAsia"/>
        </w:rPr>
        <w:t>所有条款将继续有效。此种情况下，双方将以有效的规定替换该规定，且该有效规定应</w:t>
      </w:r>
      <w:r>
        <w:t xml:space="preserve"> </w:t>
      </w:r>
    </w:p>
    <w:p w:rsidR="00A14A6F" w:rsidRDefault="00A14A6F" w:rsidP="00F00D50"/>
    <w:p w:rsidR="00A14A6F" w:rsidRDefault="00A14A6F" w:rsidP="00F00D50">
      <w:r>
        <w:rPr>
          <w:rFonts w:hint="eastAsia"/>
        </w:rPr>
        <w:t>尽可能接近原规定和本合约相应的精神和宗旨。</w:t>
      </w:r>
      <w:r>
        <w:t xml:space="preserve">  </w:t>
      </w:r>
    </w:p>
    <w:p w:rsidR="00A14A6F" w:rsidRDefault="00A14A6F" w:rsidP="00F00D50"/>
    <w:p w:rsidR="00A14A6F" w:rsidRDefault="00A14A6F" w:rsidP="00F00D50">
      <w:r>
        <w:t>3</w:t>
      </w:r>
      <w:r>
        <w:rPr>
          <w:rFonts w:hint="eastAsia"/>
        </w:rPr>
        <w:t>、除法律本身有明确规定外，后继立法或法律更改对本合约不具有溯及力。双方可根</w:t>
      </w:r>
      <w:r>
        <w:t xml:space="preserve"> </w:t>
      </w:r>
    </w:p>
    <w:p w:rsidR="00A14A6F" w:rsidRDefault="00A14A6F" w:rsidP="00F00D50"/>
    <w:p w:rsidR="00A14A6F" w:rsidRDefault="00A14A6F" w:rsidP="00F00D50">
      <w:r>
        <w:rPr>
          <w:rFonts w:hint="eastAsia"/>
        </w:rPr>
        <w:t>据后继立法或法律更改，经协商一致对本合约进行修改或补充，但应采用书面形式。</w:t>
      </w:r>
      <w:r>
        <w:t xml:space="preserve">  </w:t>
      </w:r>
    </w:p>
    <w:p w:rsidR="00A14A6F" w:rsidRDefault="00A14A6F" w:rsidP="00F00D50"/>
    <w:p w:rsidR="00A14A6F" w:rsidRDefault="00A14A6F" w:rsidP="00F00D50">
      <w:r>
        <w:t>4</w:t>
      </w:r>
      <w:r>
        <w:rPr>
          <w:rFonts w:hint="eastAsia"/>
        </w:rPr>
        <w:t>、本合约之履行如发生争议时，任何一方均可向北京市东城区人民法院提起诉讼。</w:t>
      </w:r>
      <w:r>
        <w:t xml:space="preserve">  </w:t>
      </w:r>
    </w:p>
    <w:p w:rsidR="00A14A6F" w:rsidRDefault="00A14A6F" w:rsidP="00F00D50"/>
    <w:p w:rsidR="00A14A6F" w:rsidRDefault="00A14A6F" w:rsidP="00F00D50">
      <w:r>
        <w:rPr>
          <w:rFonts w:hint="eastAsia"/>
        </w:rPr>
        <w:t>十、其他规定</w:t>
      </w:r>
      <w:r>
        <w:t xml:space="preserve">  </w:t>
      </w:r>
    </w:p>
    <w:p w:rsidR="00A14A6F" w:rsidRDefault="00A14A6F" w:rsidP="00F00D50"/>
    <w:p w:rsidR="00A14A6F" w:rsidRDefault="00A14A6F" w:rsidP="00F00D50">
      <w:r>
        <w:t>1</w:t>
      </w:r>
      <w:r>
        <w:rPr>
          <w:rFonts w:hint="eastAsia"/>
        </w:rPr>
        <w:t>、在本合约有效期限内，除非另有规定，否则单数词应包括复数词，反之亦然；单性</w:t>
      </w:r>
      <w:r>
        <w:t xml:space="preserve"> </w:t>
      </w:r>
    </w:p>
    <w:p w:rsidR="00A14A6F" w:rsidRDefault="00A14A6F" w:rsidP="00F00D50"/>
    <w:p w:rsidR="00A14A6F" w:rsidRDefault="00A14A6F" w:rsidP="00F00D50">
      <w:r>
        <w:rPr>
          <w:rFonts w:hint="eastAsia"/>
        </w:rPr>
        <w:t>词应包括各个性别，表示人的词语应包括团体、公司、未受得法人资格的组织、协会及</w:t>
      </w:r>
      <w:r>
        <w:t xml:space="preserve"> </w:t>
      </w:r>
    </w:p>
    <w:p w:rsidR="00A14A6F" w:rsidRDefault="00A14A6F" w:rsidP="00F00D50"/>
    <w:p w:rsidR="00A14A6F" w:rsidRDefault="00A14A6F" w:rsidP="00F00D50">
      <w:r>
        <w:rPr>
          <w:rFonts w:hint="eastAsia"/>
        </w:rPr>
        <w:t>合伙企业。</w:t>
      </w:r>
      <w:r>
        <w:t xml:space="preserve">  </w:t>
      </w:r>
    </w:p>
    <w:p w:rsidR="00A14A6F" w:rsidRDefault="00A14A6F" w:rsidP="00F00D50"/>
    <w:p w:rsidR="00A14A6F" w:rsidRDefault="00A14A6F" w:rsidP="00F00D50">
      <w:r>
        <w:t>2</w:t>
      </w:r>
      <w:r>
        <w:rPr>
          <w:rFonts w:hint="eastAsia"/>
        </w:rPr>
        <w:t>、本合约中“甲方“、“乙方”各词应包括其各自的继承人</w:t>
      </w:r>
      <w:r>
        <w:t>.</w:t>
      </w:r>
    </w:p>
    <w:p w:rsidR="00A14A6F" w:rsidRDefault="00A14A6F" w:rsidP="00F00D50"/>
    <w:p w:rsidR="00A14A6F" w:rsidRDefault="00A14A6F" w:rsidP="00F00D50">
      <w:r>
        <w:t>3</w:t>
      </w:r>
      <w:r>
        <w:rPr>
          <w:rFonts w:hint="eastAsia"/>
        </w:rPr>
        <w:t>、本合约以下出的一切通知应以书面方式做出，寄往本合约首页所载的地址或以书</w:t>
      </w:r>
      <w:r>
        <w:t xml:space="preserve"> </w:t>
      </w:r>
    </w:p>
    <w:p w:rsidR="00A14A6F" w:rsidRPr="00A121B7" w:rsidRDefault="00A14A6F" w:rsidP="00F00D50"/>
    <w:p w:rsidR="00A14A6F" w:rsidRDefault="00A14A6F" w:rsidP="00F00D50">
      <w:r>
        <w:rPr>
          <w:rFonts w:hint="eastAsia"/>
        </w:rPr>
        <w:t>面方式寄往对方指定的其他地址。</w:t>
      </w:r>
      <w:r>
        <w:t xml:space="preserve">  </w:t>
      </w:r>
    </w:p>
    <w:p w:rsidR="00A14A6F" w:rsidRPr="00A121B7" w:rsidRDefault="00A14A6F" w:rsidP="00F00D50"/>
    <w:p w:rsidR="00A14A6F" w:rsidRDefault="00A14A6F" w:rsidP="00F00D50">
      <w:r>
        <w:t>4</w:t>
      </w:r>
      <w:r>
        <w:rPr>
          <w:rFonts w:hint="eastAsia"/>
        </w:rPr>
        <w:t>、甲乙双方一致确认：不因本合约的签订而形成合伙、雇佣、劳动、劳务关系，等双</w:t>
      </w:r>
      <w:r>
        <w:t xml:space="preserve"> </w:t>
      </w:r>
    </w:p>
    <w:p w:rsidR="00A14A6F" w:rsidRDefault="00A14A6F" w:rsidP="00F00D50"/>
    <w:p w:rsidR="00A14A6F" w:rsidRDefault="00A14A6F" w:rsidP="00F00D50">
      <w:r>
        <w:rPr>
          <w:rFonts w:hint="eastAsia"/>
        </w:rPr>
        <w:t>方确认本合约包括但不限二代理、行纪、居间、演艺经纪、管理、知识产权的权利许可</w:t>
      </w:r>
      <w:r>
        <w:t xml:space="preserve"> </w:t>
      </w:r>
    </w:p>
    <w:p w:rsidR="00A14A6F" w:rsidRDefault="00A14A6F" w:rsidP="00F00D50"/>
    <w:p w:rsidR="00A14A6F" w:rsidRDefault="00A14A6F" w:rsidP="00F00D50">
      <w:r>
        <w:rPr>
          <w:rFonts w:hint="eastAsia"/>
        </w:rPr>
        <w:t>等内容，属于复杂的混合性无名合约。</w:t>
      </w:r>
    </w:p>
    <w:p w:rsidR="00A14A6F" w:rsidRDefault="00A14A6F" w:rsidP="00F00D50">
      <w:r>
        <w:t>5</w:t>
      </w:r>
      <w:r>
        <w:rPr>
          <w:rFonts w:hint="eastAsia"/>
        </w:rPr>
        <w:t>、本合约的任何更改只有以书面方式做出并由甲乙双方签字（或盖章）后，方会对甲</w:t>
      </w:r>
      <w:r>
        <w:t xml:space="preserve"> </w:t>
      </w:r>
    </w:p>
    <w:p w:rsidR="00A14A6F" w:rsidRDefault="00A14A6F" w:rsidP="00F00D50"/>
    <w:p w:rsidR="00A14A6F" w:rsidRDefault="00A14A6F" w:rsidP="00F00D50">
      <w:r>
        <w:rPr>
          <w:rFonts w:hint="eastAsia"/>
        </w:rPr>
        <w:t>乙双方有约束力。</w:t>
      </w:r>
      <w:r>
        <w:t xml:space="preserve">  </w:t>
      </w:r>
    </w:p>
    <w:p w:rsidR="00A14A6F" w:rsidRDefault="00A14A6F" w:rsidP="00F00D50"/>
    <w:p w:rsidR="00A14A6F" w:rsidRDefault="00A14A6F" w:rsidP="00F00D50">
      <w:r>
        <w:t>6</w:t>
      </w:r>
      <w:r>
        <w:rPr>
          <w:rFonts w:hint="eastAsia"/>
        </w:rPr>
        <w:t>、任何一方在任何时候或任何期间不执行本合约任何一个或一个以上条款或条件，不</w:t>
      </w:r>
      <w:r>
        <w:t xml:space="preserve"> </w:t>
      </w:r>
    </w:p>
    <w:p w:rsidR="00A14A6F" w:rsidRDefault="00A14A6F" w:rsidP="00F00D50"/>
    <w:p w:rsidR="00A14A6F" w:rsidRDefault="00A14A6F" w:rsidP="00F00D50">
      <w:r>
        <w:rPr>
          <w:rFonts w:hint="eastAsia"/>
        </w:rPr>
        <w:t>应作为放弃该（等）条款或条件，亦不应为放弃于其后任何时候执行本合约一切或任何</w:t>
      </w:r>
      <w:r>
        <w:t xml:space="preserve"> </w:t>
      </w:r>
    </w:p>
    <w:p w:rsidR="00A14A6F" w:rsidRDefault="00A14A6F" w:rsidP="00F00D50"/>
    <w:p w:rsidR="00A14A6F" w:rsidRDefault="00A14A6F" w:rsidP="00F00D50">
      <w:r>
        <w:rPr>
          <w:rFonts w:hint="eastAsia"/>
        </w:rPr>
        <w:t>条款及条件的权利。部分地或单独一次行使本合约的任何权利或补救方法不应妨碍于其</w:t>
      </w:r>
      <w:r>
        <w:t xml:space="preserve"> </w:t>
      </w:r>
    </w:p>
    <w:p w:rsidR="00A14A6F" w:rsidRDefault="00A14A6F" w:rsidP="00F00D50"/>
    <w:p w:rsidR="00A14A6F" w:rsidRDefault="00A14A6F" w:rsidP="00F00D50">
      <w:r>
        <w:rPr>
          <w:rFonts w:hint="eastAsia"/>
        </w:rPr>
        <w:t>后任何时候行使这些权利或补救方法或者其他权利或补救方法。</w:t>
      </w:r>
      <w:r>
        <w:t xml:space="preserve">  </w:t>
      </w:r>
    </w:p>
    <w:p w:rsidR="00A14A6F" w:rsidRDefault="00A14A6F" w:rsidP="00F00D50"/>
    <w:p w:rsidR="00A14A6F" w:rsidRDefault="00A14A6F" w:rsidP="00F00D50">
      <w:r>
        <w:t>7</w:t>
      </w:r>
      <w:r>
        <w:rPr>
          <w:rFonts w:hint="eastAsia"/>
        </w:rPr>
        <w:t>、本合约期满前三个月，甲乙双方应就本合约的续签事宜进行协商。由双方协商一致</w:t>
      </w:r>
      <w:r>
        <w:t xml:space="preserve"> </w:t>
      </w:r>
    </w:p>
    <w:p w:rsidR="00A14A6F" w:rsidRDefault="00A14A6F" w:rsidP="00F00D50"/>
    <w:p w:rsidR="00A14A6F" w:rsidRDefault="00A14A6F" w:rsidP="00F00D50">
      <w:r>
        <w:rPr>
          <w:rFonts w:hint="eastAsia"/>
        </w:rPr>
        <w:t>后，另行签署合约。</w:t>
      </w:r>
      <w:r>
        <w:t xml:space="preserve">    </w:t>
      </w:r>
    </w:p>
    <w:p w:rsidR="00A14A6F" w:rsidRDefault="00A14A6F" w:rsidP="00F00D50"/>
    <w:p w:rsidR="00A14A6F" w:rsidRDefault="00A14A6F" w:rsidP="00F00D50">
      <w:r>
        <w:t>8</w:t>
      </w:r>
      <w:r>
        <w:rPr>
          <w:rFonts w:hint="eastAsia"/>
        </w:rPr>
        <w:t>、乙方如因突发亊故或身体健康原因，不能履行本合约，乙方应及时知会甲方，并确</w:t>
      </w:r>
      <w:r>
        <w:t xml:space="preserve"> </w:t>
      </w:r>
    </w:p>
    <w:p w:rsidR="00A14A6F" w:rsidRDefault="00A14A6F" w:rsidP="00F00D50"/>
    <w:p w:rsidR="00A14A6F" w:rsidRDefault="00A14A6F" w:rsidP="00F00D50">
      <w:r>
        <w:rPr>
          <w:rFonts w:hint="eastAsia"/>
        </w:rPr>
        <w:t>保本合约相关工作完成。同时，甲方有权提前解除本合约。</w:t>
      </w:r>
      <w:r>
        <w:t xml:space="preserve">  </w:t>
      </w:r>
    </w:p>
    <w:p w:rsidR="00A14A6F" w:rsidRDefault="00A14A6F" w:rsidP="00F00D50"/>
    <w:p w:rsidR="00A14A6F" w:rsidRDefault="00A14A6F" w:rsidP="00F00D50">
      <w:r>
        <w:t>9</w:t>
      </w:r>
      <w:r>
        <w:rPr>
          <w:rFonts w:hint="eastAsia"/>
        </w:rPr>
        <w:t>、乙方应配合甲方办理本合约所有演艺作品之相关登记工作，签署并出具登记所需之</w:t>
      </w:r>
      <w:r>
        <w:t xml:space="preserve"> </w:t>
      </w:r>
    </w:p>
    <w:p w:rsidR="00A14A6F" w:rsidRDefault="00A14A6F" w:rsidP="00F00D50"/>
    <w:p w:rsidR="00A14A6F" w:rsidRDefault="00A14A6F" w:rsidP="00F00D50">
      <w:r>
        <w:rPr>
          <w:rFonts w:hint="eastAsia"/>
        </w:rPr>
        <w:t>授权证明文件。</w:t>
      </w:r>
      <w:r>
        <w:t xml:space="preserve">  </w:t>
      </w:r>
    </w:p>
    <w:p w:rsidR="00A14A6F" w:rsidRDefault="00A14A6F" w:rsidP="00F00D50"/>
    <w:p w:rsidR="00A14A6F" w:rsidRDefault="00A14A6F" w:rsidP="00F00D50">
      <w:r>
        <w:t>10</w:t>
      </w:r>
      <w:r>
        <w:rPr>
          <w:rFonts w:hint="eastAsia"/>
        </w:rPr>
        <w:t>、本合约有效期内如乙方的演艺事务获得奖项，该奖金由甲方领取百分之伍拾（</w:t>
      </w:r>
      <w:r>
        <w:t xml:space="preserve">50% </w:t>
      </w:r>
      <w:r>
        <w:rPr>
          <w:rFonts w:hint="eastAsia"/>
        </w:rPr>
        <w:t>）</w:t>
      </w:r>
      <w:r>
        <w:t xml:space="preserve"> </w:t>
      </w:r>
    </w:p>
    <w:p w:rsidR="00A14A6F" w:rsidRDefault="00A14A6F" w:rsidP="00F00D50"/>
    <w:p w:rsidR="00A14A6F" w:rsidRDefault="00A14A6F" w:rsidP="00F00D50">
      <w:r>
        <w:rPr>
          <w:rFonts w:hint="eastAsia"/>
        </w:rPr>
        <w:t>金额；乙方领取百分之伍拾（</w:t>
      </w:r>
      <w:r>
        <w:t xml:space="preserve">50% </w:t>
      </w:r>
      <w:r>
        <w:rPr>
          <w:rFonts w:hint="eastAsia"/>
        </w:rPr>
        <w:t>）金额。</w:t>
      </w:r>
      <w:r>
        <w:t xml:space="preserve">  </w:t>
      </w:r>
    </w:p>
    <w:p w:rsidR="00A14A6F" w:rsidRDefault="00A14A6F" w:rsidP="00F00D50"/>
    <w:p w:rsidR="00A14A6F" w:rsidRDefault="00A14A6F" w:rsidP="00F00D50">
      <w:r>
        <w:t>11</w:t>
      </w:r>
      <w:r>
        <w:rPr>
          <w:rFonts w:hint="eastAsia"/>
        </w:rPr>
        <w:t>、本合约有效期届满后，在同等条件下，甲方有优先续约权。</w:t>
      </w:r>
      <w:r>
        <w:t xml:space="preserve">  </w:t>
      </w:r>
    </w:p>
    <w:p w:rsidR="00A14A6F" w:rsidRDefault="00A14A6F" w:rsidP="00F00D50"/>
    <w:p w:rsidR="00A14A6F" w:rsidRDefault="00A14A6F" w:rsidP="00F00D50">
      <w:r>
        <w:t>12</w:t>
      </w:r>
      <w:r>
        <w:rPr>
          <w:rFonts w:hint="eastAsia"/>
        </w:rPr>
        <w:t>、甲乙双方需严格遵守国家税法，各方应按法律规定自行交纳相应的税款，但甲方可</w:t>
      </w:r>
      <w:r>
        <w:t xml:space="preserve"> </w:t>
      </w:r>
    </w:p>
    <w:p w:rsidR="00A14A6F" w:rsidRDefault="00A14A6F" w:rsidP="00F00D50"/>
    <w:p w:rsidR="00A14A6F" w:rsidRDefault="00A14A6F" w:rsidP="00F00D50">
      <w:r>
        <w:rPr>
          <w:rFonts w:hint="eastAsia"/>
        </w:rPr>
        <w:t>根据乙方的要求为其代扣代缴。</w:t>
      </w:r>
      <w:r>
        <w:t xml:space="preserve">  </w:t>
      </w:r>
    </w:p>
    <w:p w:rsidR="00A14A6F" w:rsidRDefault="00A14A6F" w:rsidP="00F00D50"/>
    <w:p w:rsidR="00A14A6F" w:rsidRDefault="00A14A6F" w:rsidP="00F00D50">
      <w:r>
        <w:t>13</w:t>
      </w:r>
      <w:r>
        <w:rPr>
          <w:rFonts w:hint="eastAsia"/>
        </w:rPr>
        <w:t>、本合约未尽亊宜，双方另行协商，并签订补充协议，补充协议且本合约具有同等的</w:t>
      </w:r>
      <w:r>
        <w:t xml:space="preserve"> </w:t>
      </w:r>
    </w:p>
    <w:p w:rsidR="00A14A6F" w:rsidRDefault="00A14A6F" w:rsidP="00F00D50"/>
    <w:p w:rsidR="00A14A6F" w:rsidRDefault="00A14A6F" w:rsidP="00F00D50">
      <w:r>
        <w:rPr>
          <w:rFonts w:hint="eastAsia"/>
        </w:rPr>
        <w:t>法律效力。</w:t>
      </w:r>
      <w:r>
        <w:t xml:space="preserve">  </w:t>
      </w:r>
    </w:p>
    <w:p w:rsidR="00A14A6F" w:rsidRDefault="00A14A6F" w:rsidP="00F00D50"/>
    <w:p w:rsidR="00A14A6F" w:rsidRDefault="00A14A6F" w:rsidP="00F00D50">
      <w:r>
        <w:t>14</w:t>
      </w:r>
      <w:r>
        <w:rPr>
          <w:rFonts w:hint="eastAsia"/>
        </w:rPr>
        <w:t>、附件（一）作为本合约的附件，且本合约正文具有同等法律效力。</w:t>
      </w:r>
      <w:r>
        <w:t xml:space="preserve">  </w:t>
      </w:r>
    </w:p>
    <w:p w:rsidR="00A14A6F" w:rsidRPr="00A121B7" w:rsidRDefault="00A14A6F" w:rsidP="00F00D50"/>
    <w:p w:rsidR="00A14A6F" w:rsidRDefault="00A14A6F" w:rsidP="00F00D50">
      <w:r>
        <w:rPr>
          <w:rFonts w:hint="eastAsia"/>
        </w:rPr>
        <w:t>十一、本合约一式两份，甲乙双方各执一份，具有同等法律效力。</w:t>
      </w:r>
      <w:r>
        <w:t xml:space="preserve">  </w:t>
      </w:r>
    </w:p>
    <w:p w:rsidR="00A14A6F" w:rsidRDefault="00A14A6F" w:rsidP="00F00D50"/>
    <w:p w:rsidR="00A14A6F" w:rsidRDefault="00A14A6F" w:rsidP="00F00D50">
      <w:r>
        <w:rPr>
          <w:rFonts w:hint="eastAsia"/>
        </w:rPr>
        <w:t>十事、本合约自甲乙双方签字盖章之日起生效。</w:t>
      </w:r>
      <w:r>
        <w:t xml:space="preserve">  </w:t>
      </w:r>
    </w:p>
    <w:p w:rsidR="00A14A6F" w:rsidRDefault="00A14A6F" w:rsidP="00F00D50"/>
    <w:p w:rsidR="00A14A6F" w:rsidRDefault="00A14A6F" w:rsidP="00F00D50">
      <w:r>
        <w:t xml:space="preserve"> </w:t>
      </w:r>
      <w:r>
        <w:rPr>
          <w:rFonts w:hint="eastAsia"/>
        </w:rPr>
        <w:t>（以下无正文）</w:t>
      </w:r>
      <w:r>
        <w:t xml:space="preserve">  </w:t>
      </w:r>
    </w:p>
    <w:p w:rsidR="00A14A6F" w:rsidRDefault="00A14A6F" w:rsidP="00F00D50"/>
    <w:p w:rsidR="00A14A6F" w:rsidRDefault="00A14A6F" w:rsidP="00F00D50">
      <w:r>
        <w:t xml:space="preserve">  </w:t>
      </w:r>
    </w:p>
    <w:p w:rsidR="00A14A6F" w:rsidRDefault="00A14A6F" w:rsidP="0085651B"/>
    <w:p w:rsidR="00A14A6F" w:rsidRDefault="00A14A6F" w:rsidP="0085651B"/>
    <w:p w:rsidR="00A14A6F" w:rsidRDefault="00A14A6F" w:rsidP="0085651B"/>
    <w:p w:rsidR="00A14A6F" w:rsidRDefault="00A14A6F" w:rsidP="0085651B"/>
    <w:p w:rsidR="00A14A6F" w:rsidRDefault="00A14A6F" w:rsidP="0085651B">
      <w:r>
        <w:rPr>
          <w:rFonts w:hint="eastAsia"/>
        </w:rPr>
        <w:t>甲方：</w:t>
      </w:r>
      <w:r>
        <w:t xml:space="preserve">                                         </w:t>
      </w:r>
      <w:r>
        <w:rPr>
          <w:rFonts w:hint="eastAsia"/>
        </w:rPr>
        <w:t>乙方（签字）：</w:t>
      </w:r>
      <w:r>
        <w:t xml:space="preserve">  </w:t>
      </w:r>
    </w:p>
    <w:p w:rsidR="00A14A6F" w:rsidRDefault="00A14A6F" w:rsidP="0085651B"/>
    <w:p w:rsidR="00A14A6F" w:rsidRDefault="00A14A6F" w:rsidP="0085651B"/>
    <w:p w:rsidR="00A14A6F" w:rsidRDefault="00A14A6F" w:rsidP="0085651B"/>
    <w:p w:rsidR="00A14A6F" w:rsidRDefault="00A14A6F" w:rsidP="0085651B"/>
    <w:p w:rsidR="00A14A6F" w:rsidRDefault="00A14A6F" w:rsidP="0085651B">
      <w:r>
        <w:rPr>
          <w:rFonts w:hint="eastAsia"/>
        </w:rPr>
        <w:t>盖章：</w:t>
      </w:r>
      <w:r>
        <w:t xml:space="preserve">                                              </w:t>
      </w:r>
      <w:r>
        <w:rPr>
          <w:rFonts w:hint="eastAsia"/>
        </w:rPr>
        <w:t>打指模：</w:t>
      </w:r>
      <w:r>
        <w:t xml:space="preserve">  </w:t>
      </w:r>
    </w:p>
    <w:p w:rsidR="00A14A6F" w:rsidRDefault="00A14A6F" w:rsidP="0085651B"/>
    <w:p w:rsidR="00A14A6F" w:rsidRDefault="00A14A6F" w:rsidP="0085651B"/>
    <w:p w:rsidR="00A14A6F" w:rsidRDefault="00A14A6F" w:rsidP="0085651B"/>
    <w:p w:rsidR="00A14A6F" w:rsidRPr="008E4357" w:rsidRDefault="00A14A6F" w:rsidP="0085651B"/>
    <w:p w:rsidR="00A14A6F" w:rsidRDefault="00A14A6F" w:rsidP="0085651B">
      <w:r>
        <w:rPr>
          <w:rFonts w:hint="eastAsia"/>
        </w:rPr>
        <w:t>日期：</w:t>
      </w:r>
      <w:r>
        <w:t xml:space="preserve">                                                </w:t>
      </w:r>
      <w:r>
        <w:rPr>
          <w:rFonts w:hint="eastAsia"/>
        </w:rPr>
        <w:t>日期：</w:t>
      </w:r>
      <w:r>
        <w:t xml:space="preserve">  </w:t>
      </w:r>
    </w:p>
    <w:p w:rsidR="00A14A6F" w:rsidRPr="0085651B" w:rsidRDefault="00A14A6F" w:rsidP="00F00D50"/>
    <w:p w:rsidR="00A14A6F" w:rsidRPr="0085651B" w:rsidRDefault="00A14A6F" w:rsidP="00F00D50">
      <w:r>
        <w:t xml:space="preserve">  </w:t>
      </w:r>
    </w:p>
    <w:p w:rsidR="00A14A6F" w:rsidRDefault="00A14A6F" w:rsidP="00F00D50"/>
    <w:p w:rsidR="00A14A6F" w:rsidRDefault="00A14A6F" w:rsidP="00F00D50"/>
    <w:p w:rsidR="00A14A6F" w:rsidRDefault="00A14A6F" w:rsidP="0085651B">
      <w:r>
        <w:rPr>
          <w:rFonts w:hint="eastAsia"/>
        </w:rPr>
        <w:t>附件（一）</w:t>
      </w:r>
      <w:r>
        <w:t xml:space="preserve">  </w:t>
      </w:r>
    </w:p>
    <w:p w:rsidR="00A14A6F" w:rsidRDefault="00A14A6F" w:rsidP="0085651B"/>
    <w:p w:rsidR="00A14A6F" w:rsidRDefault="00A14A6F" w:rsidP="0085651B">
      <w:r>
        <w:t>1.</w:t>
      </w:r>
      <w:r>
        <w:rPr>
          <w:rFonts w:hint="eastAsia"/>
        </w:rPr>
        <w:t>网络直播方面</w:t>
      </w:r>
      <w:r>
        <w:t xml:space="preserve">  </w:t>
      </w:r>
    </w:p>
    <w:p w:rsidR="00A14A6F" w:rsidRDefault="00A14A6F" w:rsidP="0085651B"/>
    <w:p w:rsidR="00A14A6F" w:rsidRDefault="00A14A6F" w:rsidP="0085651B">
      <w:r>
        <w:t>1.1</w:t>
      </w:r>
      <w:r>
        <w:rPr>
          <w:rFonts w:hint="eastAsia"/>
        </w:rPr>
        <w:t>、直播平台：由甲方安排指定乙方所在直播平台。</w:t>
      </w:r>
      <w:r>
        <w:t xml:space="preserve">  </w:t>
      </w:r>
    </w:p>
    <w:p w:rsidR="00A14A6F" w:rsidRDefault="00A14A6F" w:rsidP="0085651B"/>
    <w:p w:rsidR="00A14A6F" w:rsidRDefault="00A14A6F" w:rsidP="0085651B">
      <w:r>
        <w:t>1.2</w:t>
      </w:r>
      <w:r>
        <w:rPr>
          <w:rFonts w:hint="eastAsia"/>
        </w:rPr>
        <w:t>、直播视频：乙方在甲方指定直播平台进行直播所形成的视频。</w:t>
      </w:r>
      <w:r>
        <w:t xml:space="preserve">  </w:t>
      </w:r>
    </w:p>
    <w:p w:rsidR="00A14A6F" w:rsidRDefault="00A14A6F" w:rsidP="0085651B"/>
    <w:p w:rsidR="00A14A6F" w:rsidRDefault="00A14A6F" w:rsidP="0085651B">
      <w:r>
        <w:t>1.3</w:t>
      </w:r>
      <w:r>
        <w:rPr>
          <w:rFonts w:hint="eastAsia"/>
        </w:rPr>
        <w:t>、直播音频：乙方在甲方指定直播平台进行直播所形成的音频。</w:t>
      </w:r>
      <w:r>
        <w:t xml:space="preserve">  </w:t>
      </w:r>
    </w:p>
    <w:p w:rsidR="00A14A6F" w:rsidRDefault="00A14A6F" w:rsidP="0085651B"/>
    <w:p w:rsidR="00A14A6F" w:rsidRDefault="00A14A6F" w:rsidP="0085651B">
      <w:r>
        <w:t>1.4</w:t>
      </w:r>
      <w:r>
        <w:rPr>
          <w:rFonts w:hint="eastAsia"/>
        </w:rPr>
        <w:t>、推广用名：乙方的网络推广用名（</w:t>
      </w:r>
      <w:r>
        <w:t xml:space="preserve">           </w:t>
      </w:r>
      <w:r>
        <w:rPr>
          <w:rFonts w:hint="eastAsia"/>
        </w:rPr>
        <w:t>）、真实姓名（</w:t>
      </w:r>
      <w:r>
        <w:t xml:space="preserve">       </w:t>
      </w:r>
      <w:r>
        <w:rPr>
          <w:rFonts w:hint="eastAsia"/>
        </w:rPr>
        <w:t>）、笔名（</w:t>
      </w:r>
      <w:r>
        <w:t xml:space="preserve">         </w:t>
      </w:r>
      <w:r>
        <w:rPr>
          <w:rFonts w:hint="eastAsia"/>
        </w:rPr>
        <w:t>）、</w:t>
      </w:r>
      <w:r>
        <w:t xml:space="preserve"> </w:t>
      </w:r>
    </w:p>
    <w:p w:rsidR="00A14A6F" w:rsidRDefault="00A14A6F" w:rsidP="0085651B"/>
    <w:p w:rsidR="00A14A6F" w:rsidRDefault="00A14A6F" w:rsidP="0085651B">
      <w:r>
        <w:rPr>
          <w:rFonts w:hint="eastAsia"/>
        </w:rPr>
        <w:t>网名（</w:t>
      </w:r>
      <w:r>
        <w:t xml:space="preserve">         </w:t>
      </w:r>
      <w:r>
        <w:rPr>
          <w:rFonts w:hint="eastAsia"/>
        </w:rPr>
        <w:t>）、曾用名（</w:t>
      </w:r>
      <w:r>
        <w:t xml:space="preserve">         </w:t>
      </w:r>
      <w:r>
        <w:rPr>
          <w:rFonts w:hint="eastAsia"/>
        </w:rPr>
        <w:t>）、以及任何代表乙方身份的文字符号。</w:t>
      </w:r>
      <w:r>
        <w:t xml:space="preserve">  </w:t>
      </w:r>
    </w:p>
    <w:p w:rsidR="00A14A6F" w:rsidRDefault="00A14A6F" w:rsidP="0085651B"/>
    <w:p w:rsidR="00A14A6F" w:rsidRDefault="00A14A6F" w:rsidP="0085651B">
      <w:r>
        <w:t>1.5</w:t>
      </w:r>
      <w:r>
        <w:rPr>
          <w:rFonts w:hint="eastAsia"/>
        </w:rPr>
        <w:t>、不可控制因素及情况：在本协议期限内发生的不可预见（或者虽可预见，但其发</w:t>
      </w:r>
      <w:r>
        <w:t xml:space="preserve"> </w:t>
      </w:r>
    </w:p>
    <w:p w:rsidR="00A14A6F" w:rsidRPr="0085651B" w:rsidRDefault="00A14A6F" w:rsidP="0085651B"/>
    <w:p w:rsidR="00A14A6F" w:rsidRDefault="00A14A6F" w:rsidP="0085651B">
      <w:r>
        <w:rPr>
          <w:rFonts w:hint="eastAsia"/>
        </w:rPr>
        <w:t>生或后果不可避免）、非任何一方所能控制或使任何一方无法完全履行本协议内容的地</w:t>
      </w:r>
      <w:r>
        <w:t xml:space="preserve"> </w:t>
      </w:r>
    </w:p>
    <w:p w:rsidR="00A14A6F" w:rsidRDefault="00A14A6F" w:rsidP="0085651B"/>
    <w:p w:rsidR="00A14A6F" w:rsidRDefault="00A14A6F" w:rsidP="0085651B">
      <w:r>
        <w:rPr>
          <w:rFonts w:hint="eastAsia"/>
        </w:rPr>
        <w:t>震、台风、火灾、水灾、战争、罢工、暴动、黑客攻击、电信部门技术管制等任何其他</w:t>
      </w:r>
      <w:r>
        <w:t xml:space="preserve"> </w:t>
      </w:r>
    </w:p>
    <w:p w:rsidR="00A14A6F" w:rsidRDefault="00A14A6F" w:rsidP="0085651B"/>
    <w:p w:rsidR="00A14A6F" w:rsidRDefault="00A14A6F" w:rsidP="0085651B">
      <w:r>
        <w:rPr>
          <w:rFonts w:hint="eastAsia"/>
        </w:rPr>
        <w:t>不能避免的客观情况。</w:t>
      </w:r>
      <w:r>
        <w:t xml:space="preserve">  </w:t>
      </w:r>
    </w:p>
    <w:p w:rsidR="00A14A6F" w:rsidRDefault="00A14A6F" w:rsidP="0085651B"/>
    <w:p w:rsidR="00A14A6F" w:rsidRDefault="00A14A6F" w:rsidP="0085651B">
      <w:r>
        <w:t>2.</w:t>
      </w:r>
      <w:r>
        <w:rPr>
          <w:rFonts w:hint="eastAsia"/>
        </w:rPr>
        <w:t>乙方直播问题</w:t>
      </w:r>
      <w:r>
        <w:t xml:space="preserve">  </w:t>
      </w:r>
    </w:p>
    <w:p w:rsidR="00A14A6F" w:rsidRDefault="00A14A6F" w:rsidP="0085651B"/>
    <w:p w:rsidR="00A14A6F" w:rsidRDefault="00A14A6F" w:rsidP="0085651B">
      <w:r>
        <w:rPr>
          <w:rFonts w:hint="eastAsia"/>
        </w:rPr>
        <w:t>乙方签约主播在甲方指定平台每日有效直播时间不低于</w:t>
      </w:r>
      <w:r>
        <w:t xml:space="preserve">     </w:t>
      </w:r>
      <w:r>
        <w:rPr>
          <w:rFonts w:hint="eastAsia"/>
        </w:rPr>
        <w:t>小时，或单次出勤不低于半</w:t>
      </w:r>
      <w:r>
        <w:t xml:space="preserve"> </w:t>
      </w:r>
    </w:p>
    <w:p w:rsidR="00A14A6F" w:rsidRPr="0085651B" w:rsidRDefault="00A14A6F" w:rsidP="0085651B"/>
    <w:p w:rsidR="00A14A6F" w:rsidRDefault="00A14A6F" w:rsidP="0085651B">
      <w:r>
        <w:rPr>
          <w:rFonts w:hint="eastAsia"/>
        </w:rPr>
        <w:t>小时，每月累计出勤不能低于</w:t>
      </w:r>
      <w:r>
        <w:t xml:space="preserve">    </w:t>
      </w:r>
      <w:r>
        <w:rPr>
          <w:rFonts w:hint="eastAsia"/>
        </w:rPr>
        <w:t>小时</w:t>
      </w:r>
      <w:r>
        <w:t xml:space="preserve"> </w:t>
      </w:r>
      <w:r>
        <w:rPr>
          <w:rFonts w:hint="eastAsia"/>
        </w:rPr>
        <w:t>，规定出勤天数为每月</w:t>
      </w:r>
      <w:r>
        <w:t xml:space="preserve">    </w:t>
      </w:r>
      <w:r>
        <w:rPr>
          <w:rFonts w:hint="eastAsia"/>
        </w:rPr>
        <w:t>天</w:t>
      </w:r>
      <w:r>
        <w:t>/</w:t>
      </w:r>
      <w:r>
        <w:rPr>
          <w:rFonts w:hint="eastAsia"/>
        </w:rPr>
        <w:t>人。否则定为未出</w:t>
      </w:r>
      <w:r>
        <w:t xml:space="preserve"> </w:t>
      </w:r>
    </w:p>
    <w:p w:rsidR="00A14A6F" w:rsidRDefault="00A14A6F" w:rsidP="0085651B"/>
    <w:p w:rsidR="00A14A6F" w:rsidRDefault="00A14A6F" w:rsidP="0085651B">
      <w:r>
        <w:rPr>
          <w:rFonts w:hint="eastAsia"/>
        </w:rPr>
        <w:t>勤。合作期内，若乙方未尽职（如未履行直播演出等义务，未能按照甲方要求安排直播</w:t>
      </w:r>
      <w:r>
        <w:t xml:space="preserve"> </w:t>
      </w:r>
    </w:p>
    <w:p w:rsidR="00A14A6F" w:rsidRDefault="00A14A6F" w:rsidP="0085651B"/>
    <w:p w:rsidR="00A14A6F" w:rsidRDefault="00A14A6F" w:rsidP="0085651B">
      <w:r>
        <w:rPr>
          <w:rFonts w:hint="eastAsia"/>
        </w:rPr>
        <w:t>演出等），甲方可随时辞退主播权单方面终止合作，并扣除所有收入。乙方在直播中未</w:t>
      </w:r>
      <w:r>
        <w:t xml:space="preserve"> </w:t>
      </w:r>
    </w:p>
    <w:p w:rsidR="00A14A6F" w:rsidRDefault="00A14A6F" w:rsidP="0085651B"/>
    <w:p w:rsidR="00A14A6F" w:rsidRDefault="00A14A6F" w:rsidP="0085651B">
      <w:r>
        <w:rPr>
          <w:rFonts w:hint="eastAsia"/>
        </w:rPr>
        <w:t>经允许不得观看或者同时开启多个平台直播软件同时开播。</w:t>
      </w:r>
    </w:p>
    <w:p w:rsidR="00A14A6F" w:rsidRDefault="00A14A6F" w:rsidP="0085651B"/>
    <w:p w:rsidR="00A14A6F" w:rsidRDefault="00A14A6F" w:rsidP="0085651B">
      <w:r>
        <w:t>3.</w:t>
      </w:r>
      <w:r>
        <w:rPr>
          <w:rFonts w:hint="eastAsia"/>
        </w:rPr>
        <w:t>乙方主播待遇</w:t>
      </w:r>
      <w:r>
        <w:t xml:space="preserve">  </w:t>
      </w:r>
    </w:p>
    <w:p w:rsidR="00A14A6F" w:rsidRDefault="00A14A6F" w:rsidP="0085651B"/>
    <w:p w:rsidR="00A14A6F" w:rsidRDefault="00A14A6F" w:rsidP="0085651B">
      <w:r>
        <w:t xml:space="preserve">    3.1  </w:t>
      </w:r>
      <w:r>
        <w:rPr>
          <w:rFonts w:hint="eastAsia"/>
        </w:rPr>
        <w:t>主播礼物流水收入，公司规定平台与乙方暂按照</w:t>
      </w:r>
      <w:r>
        <w:t xml:space="preserve">       </w:t>
      </w:r>
      <w:r>
        <w:rPr>
          <w:rFonts w:hint="eastAsia"/>
        </w:rPr>
        <w:t>分配，分配比例及具体</w:t>
      </w:r>
      <w:r>
        <w:t xml:space="preserve"> </w:t>
      </w:r>
    </w:p>
    <w:p w:rsidR="00A14A6F" w:rsidRDefault="00A14A6F" w:rsidP="0085651B"/>
    <w:p w:rsidR="00A14A6F" w:rsidRDefault="00A14A6F" w:rsidP="0085651B">
      <w:r>
        <w:rPr>
          <w:rFonts w:hint="eastAsia"/>
        </w:rPr>
        <w:t>提现规则按平台统一政策执行，甲方有权对分配比例等核心细节自主调节，乙方服从甲方</w:t>
      </w:r>
      <w:r>
        <w:t xml:space="preserve"> </w:t>
      </w:r>
    </w:p>
    <w:p w:rsidR="00A14A6F" w:rsidRDefault="00A14A6F" w:rsidP="0085651B"/>
    <w:p w:rsidR="00A14A6F" w:rsidRDefault="00A14A6F" w:rsidP="0085651B">
      <w:r>
        <w:rPr>
          <w:rFonts w:hint="eastAsia"/>
        </w:rPr>
        <w:t>调节。</w:t>
      </w:r>
      <w:r>
        <w:t xml:space="preserve">  </w:t>
      </w:r>
    </w:p>
    <w:p w:rsidR="00A14A6F" w:rsidRDefault="00A14A6F" w:rsidP="0085651B"/>
    <w:p w:rsidR="00A14A6F" w:rsidRDefault="00A14A6F" w:rsidP="0085651B">
      <w:r>
        <w:t xml:space="preserve">    </w:t>
      </w:r>
      <w:r>
        <w:rPr>
          <w:rFonts w:hint="eastAsia"/>
        </w:rPr>
        <w:t>甲方为乙方承接的广告收益（包括电视或平面广告）、形象代言、出席各类商务及公关活动、涉及本协议约定的影视演艺活动的参于收入、而获得的净收益（扣除相</w:t>
      </w:r>
      <w:r>
        <w:t xml:space="preserve"> </w:t>
      </w:r>
      <w:r>
        <w:rPr>
          <w:rFonts w:hint="eastAsia"/>
        </w:rPr>
        <w:t>关成本、税款及一切相关费用后的收益，以下简称“表演净收益”），甲乙双方同意按</w:t>
      </w:r>
      <w:r>
        <w:t xml:space="preserve"> 5: 5 </w:t>
      </w:r>
      <w:r>
        <w:rPr>
          <w:rFonts w:hint="eastAsia"/>
        </w:rPr>
        <w:t>的比例的支付方式进行分配。</w:t>
      </w:r>
      <w:r>
        <w:t xml:space="preserve">  </w:t>
      </w:r>
    </w:p>
    <w:p w:rsidR="00A14A6F" w:rsidRDefault="00A14A6F" w:rsidP="0085651B"/>
    <w:p w:rsidR="00A14A6F" w:rsidRDefault="00A14A6F" w:rsidP="0085651B">
      <w:r>
        <w:t xml:space="preserve">  </w:t>
      </w:r>
    </w:p>
    <w:p w:rsidR="00A14A6F" w:rsidRDefault="00A14A6F" w:rsidP="0085651B"/>
    <w:p w:rsidR="00A14A6F" w:rsidRDefault="00A14A6F" w:rsidP="0085651B"/>
    <w:p w:rsidR="00A14A6F" w:rsidRDefault="00A14A6F" w:rsidP="0085651B"/>
    <w:p w:rsidR="00A14A6F" w:rsidRDefault="00A14A6F" w:rsidP="0085651B"/>
    <w:p w:rsidR="00A14A6F" w:rsidRDefault="00A14A6F" w:rsidP="0085651B"/>
    <w:p w:rsidR="00A14A6F" w:rsidRDefault="00A14A6F" w:rsidP="0085651B"/>
    <w:p w:rsidR="00A14A6F" w:rsidRDefault="00A14A6F" w:rsidP="0085651B">
      <w:r>
        <w:rPr>
          <w:rFonts w:hint="eastAsia"/>
        </w:rPr>
        <w:t>甲方：</w:t>
      </w:r>
      <w:r>
        <w:t xml:space="preserve">                                        </w:t>
      </w:r>
      <w:r>
        <w:rPr>
          <w:rFonts w:hint="eastAsia"/>
        </w:rPr>
        <w:t>乙方（签字）：</w:t>
      </w:r>
      <w:r>
        <w:t xml:space="preserve">  </w:t>
      </w:r>
    </w:p>
    <w:p w:rsidR="00A14A6F" w:rsidRDefault="00A14A6F" w:rsidP="0085651B"/>
    <w:p w:rsidR="00A14A6F" w:rsidRDefault="00A14A6F" w:rsidP="0085651B"/>
    <w:p w:rsidR="00A14A6F" w:rsidRDefault="00A14A6F" w:rsidP="0085651B"/>
    <w:p w:rsidR="00A14A6F" w:rsidRDefault="00A14A6F" w:rsidP="0085651B"/>
    <w:p w:rsidR="00A14A6F" w:rsidRDefault="00A14A6F" w:rsidP="0085651B">
      <w:r>
        <w:rPr>
          <w:rFonts w:hint="eastAsia"/>
        </w:rPr>
        <w:t>盖章：</w:t>
      </w:r>
      <w:r>
        <w:t xml:space="preserve">                                              </w:t>
      </w:r>
      <w:r>
        <w:rPr>
          <w:rFonts w:hint="eastAsia"/>
        </w:rPr>
        <w:t>打指模：</w:t>
      </w:r>
      <w:r>
        <w:t xml:space="preserve">  </w:t>
      </w:r>
    </w:p>
    <w:p w:rsidR="00A14A6F" w:rsidRDefault="00A14A6F" w:rsidP="0085651B"/>
    <w:p w:rsidR="00A14A6F" w:rsidRDefault="00A14A6F" w:rsidP="0085651B"/>
    <w:p w:rsidR="00A14A6F" w:rsidRDefault="00A14A6F" w:rsidP="0085651B"/>
    <w:p w:rsidR="00A14A6F" w:rsidRDefault="00A14A6F" w:rsidP="0085651B"/>
    <w:p w:rsidR="00A14A6F" w:rsidRDefault="00A14A6F" w:rsidP="0085651B">
      <w:r>
        <w:rPr>
          <w:rFonts w:hint="eastAsia"/>
        </w:rPr>
        <w:t>日期：</w:t>
      </w:r>
      <w:r>
        <w:t xml:space="preserve">                                                </w:t>
      </w:r>
      <w:r>
        <w:rPr>
          <w:rFonts w:hint="eastAsia"/>
        </w:rPr>
        <w:t>日期：</w:t>
      </w:r>
      <w:r>
        <w:t xml:space="preserve">  </w:t>
      </w:r>
    </w:p>
    <w:sectPr w:rsidR="00A14A6F" w:rsidSect="00B24ABA">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4A6F" w:rsidRDefault="00A14A6F" w:rsidP="00F00D50">
      <w:r>
        <w:separator/>
      </w:r>
    </w:p>
  </w:endnote>
  <w:endnote w:type="continuationSeparator" w:id="0">
    <w:p w:rsidR="00A14A6F" w:rsidRDefault="00A14A6F" w:rsidP="00F00D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A6F" w:rsidRDefault="00A14A6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A6F" w:rsidRDefault="00A14A6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A6F" w:rsidRDefault="00A14A6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4A6F" w:rsidRDefault="00A14A6F" w:rsidP="00F00D50">
      <w:r>
        <w:separator/>
      </w:r>
    </w:p>
  </w:footnote>
  <w:footnote w:type="continuationSeparator" w:id="0">
    <w:p w:rsidR="00A14A6F" w:rsidRDefault="00A14A6F" w:rsidP="00F00D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A6F" w:rsidRDefault="00A14A6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A6F" w:rsidRDefault="00A14A6F" w:rsidP="00065BA6">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A6F" w:rsidRDefault="00A14A6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B30D2"/>
    <w:multiLevelType w:val="hybridMultilevel"/>
    <w:tmpl w:val="FFCA9050"/>
    <w:lvl w:ilvl="0" w:tplc="DFF668AC">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0D50"/>
    <w:rsid w:val="00050943"/>
    <w:rsid w:val="00065BA6"/>
    <w:rsid w:val="000711F6"/>
    <w:rsid w:val="00083738"/>
    <w:rsid w:val="000B58A7"/>
    <w:rsid w:val="001139CB"/>
    <w:rsid w:val="0016312E"/>
    <w:rsid w:val="001736DB"/>
    <w:rsid w:val="00192B1B"/>
    <w:rsid w:val="0025618C"/>
    <w:rsid w:val="00286939"/>
    <w:rsid w:val="00297A0A"/>
    <w:rsid w:val="002B4924"/>
    <w:rsid w:val="002D6218"/>
    <w:rsid w:val="003056AF"/>
    <w:rsid w:val="003717E3"/>
    <w:rsid w:val="003721A3"/>
    <w:rsid w:val="003E6F08"/>
    <w:rsid w:val="00433DFC"/>
    <w:rsid w:val="004708F8"/>
    <w:rsid w:val="004A7597"/>
    <w:rsid w:val="005A12ED"/>
    <w:rsid w:val="005D1AFE"/>
    <w:rsid w:val="005F0C6B"/>
    <w:rsid w:val="006D3E7E"/>
    <w:rsid w:val="006E3FBF"/>
    <w:rsid w:val="006F3838"/>
    <w:rsid w:val="006F3A8A"/>
    <w:rsid w:val="006F5513"/>
    <w:rsid w:val="00730EBC"/>
    <w:rsid w:val="00792F69"/>
    <w:rsid w:val="007E214F"/>
    <w:rsid w:val="007F1CAD"/>
    <w:rsid w:val="0084363F"/>
    <w:rsid w:val="0085651B"/>
    <w:rsid w:val="00862112"/>
    <w:rsid w:val="008A0079"/>
    <w:rsid w:val="008C7B10"/>
    <w:rsid w:val="008E4357"/>
    <w:rsid w:val="00911ABD"/>
    <w:rsid w:val="00945EB9"/>
    <w:rsid w:val="009518CC"/>
    <w:rsid w:val="009B6144"/>
    <w:rsid w:val="009D4ABF"/>
    <w:rsid w:val="00A121B7"/>
    <w:rsid w:val="00A14A6F"/>
    <w:rsid w:val="00A45DDE"/>
    <w:rsid w:val="00A60612"/>
    <w:rsid w:val="00AD51F2"/>
    <w:rsid w:val="00AE161B"/>
    <w:rsid w:val="00B22E39"/>
    <w:rsid w:val="00B24ABA"/>
    <w:rsid w:val="00B660D0"/>
    <w:rsid w:val="00B92E15"/>
    <w:rsid w:val="00BC6986"/>
    <w:rsid w:val="00BF10E6"/>
    <w:rsid w:val="00C2288A"/>
    <w:rsid w:val="00CE7C36"/>
    <w:rsid w:val="00D204AE"/>
    <w:rsid w:val="00D84987"/>
    <w:rsid w:val="00D853A9"/>
    <w:rsid w:val="00DC087C"/>
    <w:rsid w:val="00DF2CE3"/>
    <w:rsid w:val="00DF3E8A"/>
    <w:rsid w:val="00E04841"/>
    <w:rsid w:val="00EA5A21"/>
    <w:rsid w:val="00F00D50"/>
    <w:rsid w:val="00F070F9"/>
    <w:rsid w:val="00F27C65"/>
    <w:rsid w:val="00F71EDB"/>
    <w:rsid w:val="00F7379A"/>
    <w:rsid w:val="00FE141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4ABA"/>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F00D5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F00D50"/>
    <w:rPr>
      <w:rFonts w:cs="Times New Roman"/>
      <w:sz w:val="18"/>
      <w:szCs w:val="18"/>
    </w:rPr>
  </w:style>
  <w:style w:type="paragraph" w:styleId="Footer">
    <w:name w:val="footer"/>
    <w:basedOn w:val="Normal"/>
    <w:link w:val="FooterChar"/>
    <w:uiPriority w:val="99"/>
    <w:semiHidden/>
    <w:rsid w:val="00F00D5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F00D50"/>
    <w:rPr>
      <w:rFonts w:cs="Times New Roman"/>
      <w:sz w:val="18"/>
      <w:szCs w:val="18"/>
    </w:rPr>
  </w:style>
  <w:style w:type="paragraph" w:styleId="ListParagraph">
    <w:name w:val="List Paragraph"/>
    <w:basedOn w:val="Normal"/>
    <w:uiPriority w:val="99"/>
    <w:qFormat/>
    <w:rsid w:val="005A12ED"/>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242</TotalTime>
  <Pages>10</Pages>
  <Words>1041</Words>
  <Characters>5937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dc:creator>
  <cp:keywords/>
  <dc:description/>
  <cp:lastModifiedBy>微软用户</cp:lastModifiedBy>
  <cp:revision>50</cp:revision>
  <dcterms:created xsi:type="dcterms:W3CDTF">2016-07-13T10:53:00Z</dcterms:created>
  <dcterms:modified xsi:type="dcterms:W3CDTF">2016-09-05T08:47:00Z</dcterms:modified>
</cp:coreProperties>
</file>